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0602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995C97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5E48B4" w14:textId="5B1F484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06400">
        <w:rPr>
          <w:rFonts w:ascii="Corbel" w:hAnsi="Corbel"/>
          <w:i/>
          <w:smallCaps/>
          <w:sz w:val="24"/>
          <w:szCs w:val="24"/>
        </w:rPr>
        <w:t>20</w:t>
      </w:r>
      <w:r w:rsidR="001E1CF9">
        <w:rPr>
          <w:rFonts w:ascii="Corbel" w:hAnsi="Corbel"/>
          <w:i/>
          <w:smallCaps/>
          <w:sz w:val="24"/>
          <w:szCs w:val="24"/>
        </w:rPr>
        <w:t>19</w:t>
      </w:r>
      <w:r w:rsidR="00D06400">
        <w:rPr>
          <w:rFonts w:ascii="Corbel" w:hAnsi="Corbel"/>
          <w:i/>
          <w:smallCaps/>
          <w:sz w:val="24"/>
          <w:szCs w:val="24"/>
        </w:rPr>
        <w:t>/202</w:t>
      </w:r>
      <w:r w:rsidR="001E1CF9">
        <w:rPr>
          <w:rFonts w:ascii="Corbel" w:hAnsi="Corbel"/>
          <w:i/>
          <w:smallCaps/>
          <w:sz w:val="24"/>
          <w:szCs w:val="24"/>
        </w:rPr>
        <w:t>0</w:t>
      </w:r>
      <w:r w:rsidR="00D06400">
        <w:rPr>
          <w:rFonts w:ascii="Corbel" w:hAnsi="Corbel"/>
          <w:i/>
          <w:smallCaps/>
          <w:sz w:val="24"/>
          <w:szCs w:val="24"/>
        </w:rPr>
        <w:t xml:space="preserve"> – 202</w:t>
      </w:r>
      <w:r w:rsidR="001E1CF9">
        <w:rPr>
          <w:rFonts w:ascii="Corbel" w:hAnsi="Corbel"/>
          <w:i/>
          <w:smallCaps/>
          <w:sz w:val="24"/>
          <w:szCs w:val="24"/>
        </w:rPr>
        <w:t>3</w:t>
      </w:r>
      <w:r w:rsidR="00F63E3B">
        <w:rPr>
          <w:rFonts w:ascii="Corbel" w:hAnsi="Corbel"/>
          <w:i/>
          <w:smallCaps/>
          <w:sz w:val="24"/>
          <w:szCs w:val="24"/>
        </w:rPr>
        <w:t>/202</w:t>
      </w:r>
      <w:r w:rsidR="001E1CF9">
        <w:rPr>
          <w:rFonts w:ascii="Corbel" w:hAnsi="Corbel"/>
          <w:i/>
          <w:smallCaps/>
          <w:sz w:val="24"/>
          <w:szCs w:val="24"/>
        </w:rPr>
        <w:t>4</w:t>
      </w:r>
    </w:p>
    <w:p w14:paraId="7617C1AF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086E3B6F" w14:textId="4BE8C32D" w:rsidR="00445970" w:rsidRPr="00EA4832" w:rsidRDefault="00710CD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06400">
        <w:rPr>
          <w:rFonts w:ascii="Corbel" w:hAnsi="Corbel"/>
          <w:sz w:val="20"/>
          <w:szCs w:val="20"/>
        </w:rPr>
        <w:t xml:space="preserve">Rok akademicki </w:t>
      </w:r>
      <w:r w:rsidR="00F96842">
        <w:rPr>
          <w:rFonts w:ascii="Corbel" w:hAnsi="Corbel"/>
          <w:sz w:val="20"/>
          <w:szCs w:val="20"/>
        </w:rPr>
        <w:t>202</w:t>
      </w:r>
      <w:r w:rsidR="001E1CF9">
        <w:rPr>
          <w:rFonts w:ascii="Corbel" w:hAnsi="Corbel"/>
          <w:sz w:val="20"/>
          <w:szCs w:val="20"/>
        </w:rPr>
        <w:t>3</w:t>
      </w:r>
      <w:r w:rsidR="00F96842">
        <w:rPr>
          <w:rFonts w:ascii="Corbel" w:hAnsi="Corbel"/>
          <w:sz w:val="20"/>
          <w:szCs w:val="20"/>
        </w:rPr>
        <w:t>/202</w:t>
      </w:r>
      <w:r w:rsidR="001E1CF9">
        <w:rPr>
          <w:rFonts w:ascii="Corbel" w:hAnsi="Corbel"/>
          <w:sz w:val="20"/>
          <w:szCs w:val="20"/>
        </w:rPr>
        <w:t>4</w:t>
      </w:r>
    </w:p>
    <w:p w14:paraId="07EAC84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510F83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5342808" w14:textId="77777777" w:rsidTr="00B819C8">
        <w:tc>
          <w:tcPr>
            <w:tcW w:w="2694" w:type="dxa"/>
            <w:vAlign w:val="center"/>
          </w:tcPr>
          <w:p w14:paraId="070E71C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30A4EE" w14:textId="77777777" w:rsidR="0085747A" w:rsidRPr="009C54AE" w:rsidRDefault="00F63E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7571">
              <w:rPr>
                <w:b w:val="0"/>
                <w:color w:val="auto"/>
                <w:sz w:val="22"/>
              </w:rPr>
              <w:t>System organów bezpieczeństwa publicznego</w:t>
            </w:r>
          </w:p>
        </w:tc>
      </w:tr>
      <w:tr w:rsidR="0085747A" w:rsidRPr="009C54AE" w14:paraId="2B3EA7C3" w14:textId="77777777" w:rsidTr="00B819C8">
        <w:tc>
          <w:tcPr>
            <w:tcW w:w="2694" w:type="dxa"/>
            <w:vAlign w:val="center"/>
          </w:tcPr>
          <w:p w14:paraId="6CF0B87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9E2575E" w14:textId="77777777" w:rsidR="0085747A" w:rsidRPr="009C54AE" w:rsidRDefault="00F63E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7571">
              <w:rPr>
                <w:b w:val="0"/>
                <w:color w:val="auto"/>
                <w:sz w:val="22"/>
              </w:rPr>
              <w:t>PRP52</w:t>
            </w:r>
          </w:p>
        </w:tc>
      </w:tr>
      <w:tr w:rsidR="0085747A" w:rsidRPr="009C54AE" w14:paraId="67FAE867" w14:textId="77777777" w:rsidTr="00B819C8">
        <w:tc>
          <w:tcPr>
            <w:tcW w:w="2694" w:type="dxa"/>
            <w:vAlign w:val="center"/>
          </w:tcPr>
          <w:p w14:paraId="1DB6ABEC" w14:textId="77777777" w:rsidR="0085747A" w:rsidRPr="009C54AE" w:rsidRDefault="000857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EE4C89" w14:textId="77777777" w:rsidR="0085747A" w:rsidRPr="009C54AE" w:rsidRDefault="008C1E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1ECD">
              <w:rPr>
                <w:b w:val="0"/>
                <w:color w:val="auto"/>
                <w:sz w:val="22"/>
              </w:rPr>
              <w:t>Kolegium Nauk Społecznych</w:t>
            </w:r>
          </w:p>
        </w:tc>
      </w:tr>
      <w:tr w:rsidR="0085747A" w:rsidRPr="009C54AE" w14:paraId="266D6644" w14:textId="77777777" w:rsidTr="00B819C8">
        <w:tc>
          <w:tcPr>
            <w:tcW w:w="2694" w:type="dxa"/>
            <w:vAlign w:val="center"/>
          </w:tcPr>
          <w:p w14:paraId="1FB29F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2AEC94D" w14:textId="77777777" w:rsidR="0085747A" w:rsidRPr="009C54AE" w:rsidRDefault="00EC54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Zakład</w:t>
            </w:r>
            <w:r w:rsidR="00F63E3B" w:rsidRPr="00CE7571">
              <w:rPr>
                <w:b w:val="0"/>
                <w:color w:val="auto"/>
                <w:sz w:val="22"/>
              </w:rPr>
              <w:t xml:space="preserve"> Prawa Policyjnego</w:t>
            </w:r>
            <w:r w:rsidR="00521E74">
              <w:rPr>
                <w:b w:val="0"/>
                <w:color w:val="auto"/>
                <w:sz w:val="22"/>
              </w:rPr>
              <w:t xml:space="preserve"> Instytutu Nauk Prawnych</w:t>
            </w:r>
          </w:p>
        </w:tc>
      </w:tr>
      <w:tr w:rsidR="0085747A" w:rsidRPr="009C54AE" w14:paraId="438020C5" w14:textId="77777777" w:rsidTr="00B819C8">
        <w:tc>
          <w:tcPr>
            <w:tcW w:w="2694" w:type="dxa"/>
            <w:vAlign w:val="center"/>
          </w:tcPr>
          <w:p w14:paraId="4DF909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F357E7" w14:textId="77777777" w:rsidR="0085747A" w:rsidRPr="009C54AE" w:rsidRDefault="00F63E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85747A" w:rsidRPr="009C54AE" w14:paraId="2CF9BF4F" w14:textId="77777777" w:rsidTr="00B819C8">
        <w:tc>
          <w:tcPr>
            <w:tcW w:w="2694" w:type="dxa"/>
            <w:vAlign w:val="center"/>
          </w:tcPr>
          <w:p w14:paraId="2575F5F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69DAC0" w14:textId="77777777" w:rsidR="0085747A" w:rsidRPr="009C54AE" w:rsidRDefault="00F63E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Jednolite Magisterskie</w:t>
            </w:r>
          </w:p>
        </w:tc>
      </w:tr>
      <w:tr w:rsidR="0085747A" w:rsidRPr="009C54AE" w14:paraId="1184DA14" w14:textId="77777777" w:rsidTr="00B819C8">
        <w:tc>
          <w:tcPr>
            <w:tcW w:w="2694" w:type="dxa"/>
            <w:vAlign w:val="center"/>
          </w:tcPr>
          <w:p w14:paraId="042CFF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D42AA1C" w14:textId="77777777" w:rsidR="0085747A" w:rsidRPr="009C54AE" w:rsidRDefault="00F63E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85747A" w:rsidRPr="009C54AE" w14:paraId="722F0A4D" w14:textId="77777777" w:rsidTr="00B819C8">
        <w:tc>
          <w:tcPr>
            <w:tcW w:w="2694" w:type="dxa"/>
            <w:vAlign w:val="center"/>
          </w:tcPr>
          <w:p w14:paraId="30AEE5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0B81CA0" w14:textId="77777777" w:rsidR="0085747A" w:rsidRPr="009C54AE" w:rsidRDefault="00D025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Niestacjonarne</w:t>
            </w:r>
          </w:p>
        </w:tc>
      </w:tr>
      <w:tr w:rsidR="0085747A" w:rsidRPr="009C54AE" w14:paraId="1CC96F69" w14:textId="77777777" w:rsidTr="00B819C8">
        <w:tc>
          <w:tcPr>
            <w:tcW w:w="2694" w:type="dxa"/>
            <w:vAlign w:val="center"/>
          </w:tcPr>
          <w:p w14:paraId="11AB26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DF2F5B7" w14:textId="77777777" w:rsidR="0085747A" w:rsidRPr="009C54AE" w:rsidRDefault="00F63E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695D">
              <w:rPr>
                <w:b w:val="0"/>
                <w:color w:val="auto"/>
                <w:sz w:val="22"/>
              </w:rPr>
              <w:t xml:space="preserve">Rok </w:t>
            </w:r>
            <w:r>
              <w:rPr>
                <w:b w:val="0"/>
                <w:color w:val="auto"/>
                <w:sz w:val="22"/>
              </w:rPr>
              <w:t>V</w:t>
            </w:r>
            <w:r w:rsidRPr="004E695D">
              <w:rPr>
                <w:b w:val="0"/>
                <w:color w:val="auto"/>
                <w:sz w:val="22"/>
              </w:rPr>
              <w:t xml:space="preserve">, semestr </w:t>
            </w:r>
            <w:r>
              <w:rPr>
                <w:b w:val="0"/>
                <w:color w:val="auto"/>
                <w:sz w:val="22"/>
              </w:rPr>
              <w:t>X</w:t>
            </w:r>
          </w:p>
        </w:tc>
      </w:tr>
      <w:tr w:rsidR="0085747A" w:rsidRPr="009C54AE" w14:paraId="0772209E" w14:textId="77777777" w:rsidTr="00B819C8">
        <w:tc>
          <w:tcPr>
            <w:tcW w:w="2694" w:type="dxa"/>
            <w:vAlign w:val="center"/>
          </w:tcPr>
          <w:p w14:paraId="76C3C1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E02181" w14:textId="77777777" w:rsidR="0085747A" w:rsidRPr="009C54AE" w:rsidRDefault="00F63E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923D7D" w:rsidRPr="009C54AE" w14:paraId="3ACA581B" w14:textId="77777777" w:rsidTr="00B819C8">
        <w:tc>
          <w:tcPr>
            <w:tcW w:w="2694" w:type="dxa"/>
            <w:vAlign w:val="center"/>
          </w:tcPr>
          <w:p w14:paraId="4059FD3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538962" w14:textId="77777777" w:rsidR="00923D7D" w:rsidRPr="00F63E3B" w:rsidRDefault="00F63E3B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600761E" w14:textId="77777777" w:rsidTr="00B819C8">
        <w:tc>
          <w:tcPr>
            <w:tcW w:w="2694" w:type="dxa"/>
            <w:vAlign w:val="center"/>
          </w:tcPr>
          <w:p w14:paraId="7FA2E60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5FEC7E" w14:textId="77777777" w:rsidR="0085747A" w:rsidRPr="009C54AE" w:rsidRDefault="00365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 xml:space="preserve">Prof. </w:t>
            </w:r>
            <w:r w:rsidR="00F63E3B" w:rsidRPr="009F0C78">
              <w:rPr>
                <w:b w:val="0"/>
                <w:color w:val="auto"/>
                <w:sz w:val="22"/>
              </w:rPr>
              <w:t>dr hab. Stanisław Pieprzny</w:t>
            </w:r>
          </w:p>
        </w:tc>
      </w:tr>
      <w:tr w:rsidR="0085747A" w:rsidRPr="009C54AE" w14:paraId="2212F5B0" w14:textId="77777777" w:rsidTr="00B819C8">
        <w:tc>
          <w:tcPr>
            <w:tcW w:w="2694" w:type="dxa"/>
            <w:vAlign w:val="center"/>
          </w:tcPr>
          <w:p w14:paraId="7AC016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241A55" w14:textId="77777777" w:rsidR="0085747A" w:rsidRPr="00A33847" w:rsidRDefault="00A33847" w:rsidP="00A33847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33847">
              <w:rPr>
                <w:b w:val="0"/>
                <w:sz w:val="22"/>
              </w:rPr>
              <w:t>dr Bogdan Jaworski</w:t>
            </w:r>
            <w:r w:rsidR="004F4DD0">
              <w:rPr>
                <w:b w:val="0"/>
                <w:sz w:val="22"/>
              </w:rPr>
              <w:t>, dr Artur Mazurkiewicz</w:t>
            </w:r>
          </w:p>
        </w:tc>
      </w:tr>
    </w:tbl>
    <w:p w14:paraId="4C682D5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3A12D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4C93B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9CAC53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0DDAB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C51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FC5BAF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31A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A7F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FB5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30A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7AF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199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B1C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4EA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676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445A9E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F5CD" w14:textId="77777777" w:rsidR="00015B8F" w:rsidRPr="009C54AE" w:rsidRDefault="00F63E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6D3F" w14:textId="77777777" w:rsidR="00015B8F" w:rsidRPr="009C54AE" w:rsidRDefault="00D554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  <w:r w:rsidR="00F63E3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F7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03D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9ED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760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A7F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762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915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52412" w14:textId="77777777" w:rsidR="00015B8F" w:rsidRPr="009C54AE" w:rsidRDefault="00F63E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F938AA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3A5DE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C30C32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5BC7CE6" w14:textId="77777777" w:rsidR="0085747A" w:rsidRPr="009C54AE" w:rsidRDefault="00D9510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B105E7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E03FB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D63CA5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AE1597D" w14:textId="77777777" w:rsidR="00D95104" w:rsidRPr="009C54AE" w:rsidRDefault="00D9510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232D831" w14:textId="77777777" w:rsidR="00D95104" w:rsidRDefault="00D95104" w:rsidP="00D95104">
      <w:pPr>
        <w:spacing w:after="0" w:line="240" w:lineRule="auto"/>
        <w:rPr>
          <w:rFonts w:ascii="Times New Roman" w:hAnsi="Times New Roman"/>
        </w:rPr>
      </w:pPr>
      <w:r>
        <w:rPr>
          <w:rFonts w:ascii="Corbel" w:hAnsi="Corbel"/>
          <w:b/>
          <w:szCs w:val="24"/>
        </w:rPr>
        <w:tab/>
      </w:r>
      <w:r w:rsidRPr="00027812">
        <w:rPr>
          <w:rFonts w:ascii="Times New Roman" w:hAnsi="Times New Roman"/>
        </w:rPr>
        <w:t xml:space="preserve">W przypadku wykładu zaliczenie w formie pisemnej lub ustnej. </w:t>
      </w:r>
    </w:p>
    <w:p w14:paraId="039CAA18" w14:textId="77777777" w:rsidR="00D95104" w:rsidRDefault="00D95104" w:rsidP="00D95104">
      <w:pPr>
        <w:spacing w:after="0" w:line="240" w:lineRule="auto"/>
        <w:rPr>
          <w:rFonts w:ascii="Times New Roman" w:hAnsi="Times New Roman"/>
        </w:rPr>
      </w:pPr>
    </w:p>
    <w:p w14:paraId="2C36097A" w14:textId="77777777" w:rsidR="00D95104" w:rsidRPr="00027812" w:rsidRDefault="00D95104" w:rsidP="00D95104">
      <w:pPr>
        <w:spacing w:after="0" w:line="240" w:lineRule="auto"/>
        <w:rPr>
          <w:rFonts w:ascii="Times New Roman" w:hAnsi="Times New Roman"/>
        </w:rPr>
      </w:pPr>
    </w:p>
    <w:p w14:paraId="30164DF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C0D5CE" w14:textId="77777777" w:rsidTr="00745302">
        <w:tc>
          <w:tcPr>
            <w:tcW w:w="9670" w:type="dxa"/>
          </w:tcPr>
          <w:p w14:paraId="62BA8D05" w14:textId="77777777" w:rsidR="0085747A" w:rsidRPr="009C54AE" w:rsidRDefault="00D9510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C78">
              <w:rPr>
                <w:b w:val="0"/>
                <w:smallCaps w:val="0"/>
                <w:sz w:val="22"/>
              </w:rPr>
              <w:t>Znajomość podstawowych zagadnień z  prawa administracyjnego i prawa konstytucyjnego.</w:t>
            </w:r>
          </w:p>
        </w:tc>
      </w:tr>
    </w:tbl>
    <w:p w14:paraId="65D7034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A55A3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681C16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E5375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68954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5B2B3BC" w14:textId="77777777" w:rsidTr="00923D7D">
        <w:tc>
          <w:tcPr>
            <w:tcW w:w="851" w:type="dxa"/>
            <w:vAlign w:val="center"/>
          </w:tcPr>
          <w:p w14:paraId="6D7FA12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55ABF5" w14:textId="77777777" w:rsidR="0085747A" w:rsidRPr="009C54AE" w:rsidRDefault="00D95104" w:rsidP="00EC54C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F0C78">
              <w:rPr>
                <w:b w:val="0"/>
                <w:szCs w:val="22"/>
              </w:rPr>
              <w:t>Student ma uzyskać wiedzę z zakresu systemu bezpieczeństwa publicznego z uwzględnieniem podstawowych pojęć tego systemu, systemu organów administracji publicznej i podmiotów prywatnych wykonujących zadania z zakresu bezpieczeństwa publicznego, źródeł prawa do bezpieczeństwa, klasyfikacji zagrożeń bezpieczeństwa.</w:t>
            </w:r>
          </w:p>
        </w:tc>
      </w:tr>
      <w:tr w:rsidR="0085747A" w:rsidRPr="009C54AE" w14:paraId="7699751A" w14:textId="77777777" w:rsidTr="00923D7D">
        <w:tc>
          <w:tcPr>
            <w:tcW w:w="851" w:type="dxa"/>
            <w:vAlign w:val="center"/>
          </w:tcPr>
          <w:p w14:paraId="63A63C6A" w14:textId="77777777" w:rsidR="0085747A" w:rsidRPr="009C54AE" w:rsidRDefault="00D9510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B6897EE" w14:textId="77777777" w:rsidR="0085747A" w:rsidRPr="009C54AE" w:rsidRDefault="004F4DD0" w:rsidP="00EC54C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szCs w:val="22"/>
              </w:rPr>
              <w:t>Student ma uzyskać wiedzę</w:t>
            </w:r>
            <w:r w:rsidR="00D95104" w:rsidRPr="009F0C78">
              <w:rPr>
                <w:b w:val="0"/>
                <w:szCs w:val="22"/>
              </w:rPr>
              <w:t xml:space="preserve"> na temat zarządzania kryzysowego oraz współpracy międzynarodowej w zakresie bezpieczeństwa wewnętrznego państwa.</w:t>
            </w:r>
          </w:p>
        </w:tc>
      </w:tr>
    </w:tbl>
    <w:p w14:paraId="782E592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1F575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E661ED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4446B" w:rsidRPr="009C54AE" w14:paraId="7C72CCCC" w14:textId="77777777" w:rsidTr="0074446B">
        <w:tc>
          <w:tcPr>
            <w:tcW w:w="1701" w:type="dxa"/>
            <w:vAlign w:val="center"/>
          </w:tcPr>
          <w:p w14:paraId="6EB9D21A" w14:textId="77777777" w:rsidR="0074446B" w:rsidRPr="009C54AE" w:rsidRDefault="0074446B" w:rsidP="007444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9BE31E5" w14:textId="77777777" w:rsidR="0074446B" w:rsidRPr="009C54AE" w:rsidRDefault="0074446B" w:rsidP="007444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08D012C" w14:textId="77777777" w:rsidR="0074446B" w:rsidRPr="009C54AE" w:rsidRDefault="0074446B" w:rsidP="007444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10CD0" w:rsidRPr="009C54AE" w14:paraId="3275C0E3" w14:textId="77777777" w:rsidTr="0074446B">
        <w:tc>
          <w:tcPr>
            <w:tcW w:w="1701" w:type="dxa"/>
          </w:tcPr>
          <w:p w14:paraId="5B27A9D1" w14:textId="77777777" w:rsidR="00710CD0" w:rsidRPr="009C54AE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BAA8C92" w14:textId="77777777" w:rsidR="00710CD0" w:rsidRPr="00A864D0" w:rsidRDefault="00710CD0" w:rsidP="00710C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C78">
              <w:rPr>
                <w:rFonts w:ascii="Times New Roman" w:hAnsi="Times New Roman"/>
              </w:rPr>
              <w:t>Definiuje podstawowe pojęcia z bezpieczeństwa i porządku publicznego</w:t>
            </w:r>
          </w:p>
        </w:tc>
        <w:tc>
          <w:tcPr>
            <w:tcW w:w="1873" w:type="dxa"/>
          </w:tcPr>
          <w:p w14:paraId="78DF881D" w14:textId="77777777" w:rsidR="00710CD0" w:rsidRPr="00A864D0" w:rsidRDefault="00710CD0" w:rsidP="00710C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K_W06</w:t>
            </w:r>
          </w:p>
        </w:tc>
      </w:tr>
      <w:tr w:rsidR="00710CD0" w:rsidRPr="009C54AE" w14:paraId="71B0B2F0" w14:textId="77777777" w:rsidTr="0074446B">
        <w:tc>
          <w:tcPr>
            <w:tcW w:w="1701" w:type="dxa"/>
          </w:tcPr>
          <w:p w14:paraId="6A75A425" w14:textId="77777777" w:rsidR="00710CD0" w:rsidRPr="009C54AE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271DEC" w14:textId="77777777" w:rsidR="00710CD0" w:rsidRPr="00A864D0" w:rsidRDefault="00710CD0" w:rsidP="00710C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C78">
              <w:rPr>
                <w:rFonts w:ascii="Times New Roman" w:hAnsi="Times New Roman"/>
              </w:rPr>
              <w:t>Orientuje się w genezie bezpieczeństwa publicznego</w:t>
            </w:r>
          </w:p>
        </w:tc>
        <w:tc>
          <w:tcPr>
            <w:tcW w:w="1873" w:type="dxa"/>
          </w:tcPr>
          <w:p w14:paraId="7DB3B196" w14:textId="77777777" w:rsidR="00710CD0" w:rsidRPr="00A864D0" w:rsidRDefault="00710CD0" w:rsidP="00710C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K_W01, K_W03, K_W04</w:t>
            </w:r>
          </w:p>
        </w:tc>
      </w:tr>
      <w:tr w:rsidR="00710CD0" w:rsidRPr="009C54AE" w14:paraId="5A15F61A" w14:textId="77777777" w:rsidTr="0074446B">
        <w:tc>
          <w:tcPr>
            <w:tcW w:w="1701" w:type="dxa"/>
          </w:tcPr>
          <w:p w14:paraId="22CD8D50" w14:textId="77777777" w:rsidR="00710CD0" w:rsidRPr="009C54AE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2B2EDBC" w14:textId="77777777" w:rsidR="00710CD0" w:rsidRPr="00A864D0" w:rsidRDefault="00710CD0" w:rsidP="00710C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C78">
              <w:rPr>
                <w:rFonts w:ascii="Times New Roman" w:hAnsi="Times New Roman"/>
              </w:rPr>
              <w:t>Klasyfikuje organy, jednostki i inne podmioty odpowiedzialne za ochronę bezpieczeństwa publicznego</w:t>
            </w:r>
          </w:p>
        </w:tc>
        <w:tc>
          <w:tcPr>
            <w:tcW w:w="1873" w:type="dxa"/>
          </w:tcPr>
          <w:p w14:paraId="65571D8F" w14:textId="77777777" w:rsidR="00710CD0" w:rsidRPr="00A864D0" w:rsidRDefault="00710CD0" w:rsidP="00710C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K_W07</w:t>
            </w:r>
          </w:p>
        </w:tc>
      </w:tr>
      <w:tr w:rsidR="00710CD0" w:rsidRPr="009C54AE" w14:paraId="4647FF5F" w14:textId="77777777" w:rsidTr="0074446B">
        <w:tc>
          <w:tcPr>
            <w:tcW w:w="1701" w:type="dxa"/>
          </w:tcPr>
          <w:p w14:paraId="178F26A7" w14:textId="77777777" w:rsidR="00710CD0" w:rsidRPr="009C54AE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9CA9B06" w14:textId="77777777" w:rsidR="00710CD0" w:rsidRPr="00A864D0" w:rsidRDefault="00710CD0" w:rsidP="00710C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C78">
              <w:rPr>
                <w:rFonts w:ascii="Times New Roman" w:hAnsi="Times New Roman"/>
              </w:rPr>
              <w:t>Wyjaśnia znaczenie zasad organizacji i funkcjonowania administracji bezpieczeństwa publicznego</w:t>
            </w:r>
          </w:p>
        </w:tc>
        <w:tc>
          <w:tcPr>
            <w:tcW w:w="1873" w:type="dxa"/>
          </w:tcPr>
          <w:p w14:paraId="1CAA2487" w14:textId="77777777" w:rsidR="00710CD0" w:rsidRPr="00A864D0" w:rsidRDefault="00710CD0" w:rsidP="00710C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K_W02</w:t>
            </w:r>
            <w:r w:rsidRPr="009F0C7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K_W08, K_W09</w:t>
            </w:r>
          </w:p>
        </w:tc>
      </w:tr>
      <w:tr w:rsidR="00710CD0" w:rsidRPr="009C54AE" w14:paraId="6EDE8AC8" w14:textId="77777777" w:rsidTr="0074446B">
        <w:tc>
          <w:tcPr>
            <w:tcW w:w="1701" w:type="dxa"/>
          </w:tcPr>
          <w:p w14:paraId="531CBF6B" w14:textId="77777777" w:rsidR="00710CD0" w:rsidRPr="009C54AE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0E858E5" w14:textId="77777777" w:rsidR="00710CD0" w:rsidRPr="00A864D0" w:rsidRDefault="00710CD0" w:rsidP="00710C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C78">
              <w:rPr>
                <w:rFonts w:ascii="Times New Roman" w:hAnsi="Times New Roman"/>
              </w:rPr>
              <w:t>Opisuje funkcję prawa w systemie bezpieczeństwa publicznego</w:t>
            </w:r>
          </w:p>
        </w:tc>
        <w:tc>
          <w:tcPr>
            <w:tcW w:w="1873" w:type="dxa"/>
          </w:tcPr>
          <w:p w14:paraId="3CA707AF" w14:textId="77777777" w:rsidR="00710CD0" w:rsidRPr="00A864D0" w:rsidRDefault="00710CD0" w:rsidP="00710C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K_W05</w:t>
            </w:r>
          </w:p>
        </w:tc>
      </w:tr>
      <w:tr w:rsidR="00710CD0" w:rsidRPr="009C54AE" w14:paraId="5F73DE8F" w14:textId="77777777" w:rsidTr="0074446B">
        <w:tc>
          <w:tcPr>
            <w:tcW w:w="1701" w:type="dxa"/>
          </w:tcPr>
          <w:p w14:paraId="6A7EFC10" w14:textId="77777777" w:rsidR="00710CD0" w:rsidRPr="009C54AE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498D0C0" w14:textId="77777777" w:rsidR="00710CD0" w:rsidRPr="00A864D0" w:rsidRDefault="00710CD0" w:rsidP="00710C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C78">
              <w:rPr>
                <w:rFonts w:ascii="Times New Roman" w:hAnsi="Times New Roman"/>
              </w:rPr>
              <w:t>Posługuje się terminologią właściwą systemowi bezpieczeństwa publicznego</w:t>
            </w:r>
          </w:p>
        </w:tc>
        <w:tc>
          <w:tcPr>
            <w:tcW w:w="1873" w:type="dxa"/>
          </w:tcPr>
          <w:p w14:paraId="158D0E8C" w14:textId="77777777" w:rsidR="00710CD0" w:rsidRPr="00A864D0" w:rsidRDefault="00710CD0" w:rsidP="00710C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K_U08</w:t>
            </w:r>
          </w:p>
        </w:tc>
      </w:tr>
      <w:tr w:rsidR="00710CD0" w:rsidRPr="009C54AE" w14:paraId="777F85ED" w14:textId="77777777" w:rsidTr="0074446B">
        <w:tc>
          <w:tcPr>
            <w:tcW w:w="1701" w:type="dxa"/>
          </w:tcPr>
          <w:p w14:paraId="7B2DFBA6" w14:textId="77777777" w:rsidR="00710CD0" w:rsidRPr="009C54AE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2E1BF821" w14:textId="77777777" w:rsidR="00710CD0" w:rsidRPr="00A864D0" w:rsidRDefault="00710CD0" w:rsidP="00710C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0D08">
              <w:rPr>
                <w:rFonts w:ascii="Times New Roman" w:hAnsi="Times New Roman"/>
              </w:rPr>
              <w:t>Rozróżnia podmioty tworzące system bezpieczeństwa publicznego</w:t>
            </w:r>
          </w:p>
        </w:tc>
        <w:tc>
          <w:tcPr>
            <w:tcW w:w="1873" w:type="dxa"/>
          </w:tcPr>
          <w:p w14:paraId="020AE854" w14:textId="77777777" w:rsidR="00710CD0" w:rsidRPr="00A864D0" w:rsidRDefault="00710CD0" w:rsidP="00710C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K_U03</w:t>
            </w:r>
          </w:p>
        </w:tc>
      </w:tr>
      <w:tr w:rsidR="00710CD0" w:rsidRPr="009C54AE" w14:paraId="25441AF7" w14:textId="77777777" w:rsidTr="0074446B">
        <w:tc>
          <w:tcPr>
            <w:tcW w:w="1701" w:type="dxa"/>
          </w:tcPr>
          <w:p w14:paraId="7241C3C4" w14:textId="77777777" w:rsidR="00710CD0" w:rsidRPr="009C54AE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600031E8" w14:textId="77777777" w:rsidR="00710CD0" w:rsidRPr="00A864D0" w:rsidRDefault="00710CD0" w:rsidP="00710C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0D08">
              <w:rPr>
                <w:rFonts w:ascii="Times New Roman" w:hAnsi="Times New Roman"/>
              </w:rPr>
              <w:t>Rozpoznaje i klasyfikuje źródła zagrożeń bezpieczeństwa publicznego</w:t>
            </w:r>
          </w:p>
        </w:tc>
        <w:tc>
          <w:tcPr>
            <w:tcW w:w="1873" w:type="dxa"/>
          </w:tcPr>
          <w:p w14:paraId="02878D4B" w14:textId="77777777" w:rsidR="00710CD0" w:rsidRPr="00A864D0" w:rsidRDefault="00710CD0" w:rsidP="00710C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K_U06, K_U15</w:t>
            </w:r>
          </w:p>
        </w:tc>
      </w:tr>
      <w:tr w:rsidR="00710CD0" w:rsidRPr="009C54AE" w14:paraId="0A0F0E7A" w14:textId="77777777" w:rsidTr="0074446B">
        <w:tc>
          <w:tcPr>
            <w:tcW w:w="1701" w:type="dxa"/>
          </w:tcPr>
          <w:p w14:paraId="40CB295C" w14:textId="77777777" w:rsidR="00710CD0" w:rsidRPr="009C54AE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4CFE7EAB" w14:textId="77777777" w:rsidR="00710CD0" w:rsidRPr="00A864D0" w:rsidRDefault="00710CD0" w:rsidP="00710C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0D08">
              <w:rPr>
                <w:rFonts w:ascii="Times New Roman" w:hAnsi="Times New Roman"/>
              </w:rPr>
              <w:t>Komponuje udział bezpieczeństwa w systemie administracji publicznej</w:t>
            </w:r>
          </w:p>
        </w:tc>
        <w:tc>
          <w:tcPr>
            <w:tcW w:w="1873" w:type="dxa"/>
          </w:tcPr>
          <w:p w14:paraId="5A4E5490" w14:textId="77777777" w:rsidR="00710CD0" w:rsidRPr="00A864D0" w:rsidRDefault="00710CD0" w:rsidP="00710C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K_U04, K_U05, K_U12, K_U13</w:t>
            </w:r>
          </w:p>
        </w:tc>
      </w:tr>
      <w:tr w:rsidR="00710CD0" w:rsidRPr="009C54AE" w14:paraId="23D692E4" w14:textId="77777777" w:rsidTr="0074446B">
        <w:tc>
          <w:tcPr>
            <w:tcW w:w="1701" w:type="dxa"/>
          </w:tcPr>
          <w:p w14:paraId="7EAB22F3" w14:textId="77777777" w:rsidR="00710CD0" w:rsidRPr="009C54AE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0668D32B" w14:textId="77777777" w:rsidR="00710CD0" w:rsidRPr="00A864D0" w:rsidRDefault="00710CD0" w:rsidP="00710C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0D08">
              <w:rPr>
                <w:rFonts w:ascii="Times New Roman" w:hAnsi="Times New Roman"/>
              </w:rPr>
              <w:t>Przedkłada system bezpieczeństwa wewnętrznego z systemem bezpieczeństwa UE</w:t>
            </w:r>
          </w:p>
        </w:tc>
        <w:tc>
          <w:tcPr>
            <w:tcW w:w="1873" w:type="dxa"/>
          </w:tcPr>
          <w:p w14:paraId="7E79DB14" w14:textId="77777777" w:rsidR="00710CD0" w:rsidRPr="00A864D0" w:rsidRDefault="00710CD0" w:rsidP="00710C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K_U05</w:t>
            </w:r>
          </w:p>
        </w:tc>
      </w:tr>
      <w:tr w:rsidR="00710CD0" w:rsidRPr="009C54AE" w14:paraId="0E80E9AA" w14:textId="77777777" w:rsidTr="0074446B">
        <w:tc>
          <w:tcPr>
            <w:tcW w:w="1701" w:type="dxa"/>
          </w:tcPr>
          <w:p w14:paraId="79CDFBC8" w14:textId="77777777" w:rsidR="00710CD0" w:rsidRPr="009C54AE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6E412861" w14:textId="77777777" w:rsidR="00710CD0" w:rsidRPr="00A864D0" w:rsidRDefault="00710CD0" w:rsidP="00710C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0D08">
              <w:rPr>
                <w:rFonts w:ascii="Times New Roman" w:hAnsi="Times New Roman"/>
              </w:rPr>
              <w:t>Rozwiązuje podstawowe zagadnienia związane z bezpieczeństwem publicznym</w:t>
            </w:r>
          </w:p>
        </w:tc>
        <w:tc>
          <w:tcPr>
            <w:tcW w:w="1873" w:type="dxa"/>
          </w:tcPr>
          <w:p w14:paraId="54B713D6" w14:textId="77777777" w:rsidR="00710CD0" w:rsidRPr="00A864D0" w:rsidRDefault="000349DD" w:rsidP="00710C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K_K03, K_K04, K_K09</w:t>
            </w:r>
          </w:p>
        </w:tc>
      </w:tr>
      <w:tr w:rsidR="00710CD0" w:rsidRPr="009C54AE" w14:paraId="5ADD61FC" w14:textId="77777777" w:rsidTr="0074446B">
        <w:tc>
          <w:tcPr>
            <w:tcW w:w="1701" w:type="dxa"/>
          </w:tcPr>
          <w:p w14:paraId="0290C7F9" w14:textId="77777777" w:rsidR="00710CD0" w:rsidRPr="009C54AE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07544B31" w14:textId="77777777" w:rsidR="00710CD0" w:rsidRPr="00A864D0" w:rsidRDefault="00710CD0" w:rsidP="00710C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0D08">
              <w:rPr>
                <w:rFonts w:ascii="Times New Roman" w:hAnsi="Times New Roman"/>
              </w:rPr>
              <w:t>Wybiera optymalne rozwiązania w zakresie wyboru publicznych środków w ochronie bezpieczeństwa</w:t>
            </w:r>
          </w:p>
        </w:tc>
        <w:tc>
          <w:tcPr>
            <w:tcW w:w="1873" w:type="dxa"/>
          </w:tcPr>
          <w:p w14:paraId="47D53EF7" w14:textId="77777777" w:rsidR="00710CD0" w:rsidRPr="00A864D0" w:rsidRDefault="00710CD0" w:rsidP="00710C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K_U17</w:t>
            </w:r>
            <w:r w:rsidRPr="003B0D08">
              <w:rPr>
                <w:rFonts w:ascii="Times New Roman" w:hAnsi="Times New Roman"/>
              </w:rPr>
              <w:t>, K_</w:t>
            </w:r>
            <w:r w:rsidR="000349DD">
              <w:rPr>
                <w:rFonts w:ascii="Times New Roman" w:hAnsi="Times New Roman"/>
              </w:rPr>
              <w:t>K06</w:t>
            </w:r>
          </w:p>
        </w:tc>
      </w:tr>
      <w:tr w:rsidR="00710CD0" w:rsidRPr="009C54AE" w14:paraId="701FF325" w14:textId="77777777" w:rsidTr="0074446B">
        <w:tc>
          <w:tcPr>
            <w:tcW w:w="1701" w:type="dxa"/>
          </w:tcPr>
          <w:p w14:paraId="7A04F069" w14:textId="77777777" w:rsidR="00710CD0" w:rsidRPr="009C54AE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14:paraId="2A87F39E" w14:textId="77777777" w:rsidR="00710CD0" w:rsidRPr="00A864D0" w:rsidRDefault="00710CD0" w:rsidP="00710C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0D08">
              <w:rPr>
                <w:rFonts w:ascii="Times New Roman" w:hAnsi="Times New Roman"/>
              </w:rPr>
              <w:t>Identyfikuje zakres działań poszczególnych podmiotów systemu bezpieczeństwa</w:t>
            </w:r>
          </w:p>
        </w:tc>
        <w:tc>
          <w:tcPr>
            <w:tcW w:w="1873" w:type="dxa"/>
          </w:tcPr>
          <w:p w14:paraId="3C99B776" w14:textId="77777777" w:rsidR="00710CD0" w:rsidRPr="00A864D0" w:rsidRDefault="00710CD0" w:rsidP="00710C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K_U17</w:t>
            </w:r>
          </w:p>
        </w:tc>
      </w:tr>
      <w:tr w:rsidR="00710CD0" w:rsidRPr="009C54AE" w14:paraId="0A81A5D0" w14:textId="77777777" w:rsidTr="0074446B">
        <w:tc>
          <w:tcPr>
            <w:tcW w:w="1701" w:type="dxa"/>
          </w:tcPr>
          <w:p w14:paraId="14BFC502" w14:textId="77777777" w:rsidR="00710CD0" w:rsidRPr="009C54AE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14:paraId="1BF5AD3A" w14:textId="77777777" w:rsidR="00710CD0" w:rsidRPr="00A864D0" w:rsidRDefault="00710CD0" w:rsidP="00710C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0D08">
              <w:rPr>
                <w:rFonts w:ascii="Times New Roman" w:hAnsi="Times New Roman"/>
              </w:rPr>
              <w:t>Posiada zdolność oceny współdziałania i współpracy pomiędzy podmiotami tworzącymi system bezpieczeństwa wewnętrznego</w:t>
            </w:r>
          </w:p>
        </w:tc>
        <w:tc>
          <w:tcPr>
            <w:tcW w:w="1873" w:type="dxa"/>
          </w:tcPr>
          <w:p w14:paraId="3B035932" w14:textId="77777777" w:rsidR="00710CD0" w:rsidRPr="00A864D0" w:rsidRDefault="00710CD0" w:rsidP="00710C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K_U17</w:t>
            </w:r>
          </w:p>
        </w:tc>
      </w:tr>
      <w:tr w:rsidR="00710CD0" w:rsidRPr="009C54AE" w14:paraId="1D1D3018" w14:textId="77777777" w:rsidTr="0074446B">
        <w:tc>
          <w:tcPr>
            <w:tcW w:w="1701" w:type="dxa"/>
          </w:tcPr>
          <w:p w14:paraId="2AC2DD74" w14:textId="77777777" w:rsidR="00710CD0" w:rsidRPr="009C54AE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14:paraId="10B66A29" w14:textId="77777777" w:rsidR="00710CD0" w:rsidRPr="00A864D0" w:rsidRDefault="00710CD0" w:rsidP="00710C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0D08">
              <w:rPr>
                <w:rFonts w:ascii="Times New Roman" w:hAnsi="Times New Roman"/>
              </w:rPr>
              <w:t>Docenia znaczenie czynnika ludzkiego w systemie KAD, służb, inspekcji i straży</w:t>
            </w:r>
          </w:p>
        </w:tc>
        <w:tc>
          <w:tcPr>
            <w:tcW w:w="1873" w:type="dxa"/>
          </w:tcPr>
          <w:p w14:paraId="41135128" w14:textId="77777777" w:rsidR="00710CD0" w:rsidRPr="00A864D0" w:rsidRDefault="000349DD" w:rsidP="00710C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K_K05</w:t>
            </w:r>
          </w:p>
        </w:tc>
      </w:tr>
    </w:tbl>
    <w:p w14:paraId="03CAC3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CAAE85" w14:textId="77777777" w:rsidR="00EC54CC" w:rsidRDefault="00EC54C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E95D4D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5143D77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5"/>
        <w:gridCol w:w="1606"/>
      </w:tblGrid>
      <w:tr w:rsidR="00D554DF" w:rsidRPr="003C7581" w14:paraId="66DB5909" w14:textId="77777777" w:rsidTr="003461F3">
        <w:tc>
          <w:tcPr>
            <w:tcW w:w="7375" w:type="dxa"/>
            <w:shd w:val="clear" w:color="auto" w:fill="auto"/>
          </w:tcPr>
          <w:p w14:paraId="4486B886" w14:textId="77777777" w:rsidR="00D554DF" w:rsidRPr="003C7581" w:rsidRDefault="00D554DF" w:rsidP="003461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3C7581">
              <w:rPr>
                <w:rFonts w:ascii="Times New Roman" w:hAnsi="Times New Roman"/>
              </w:rPr>
              <w:t>Treści merytoryczne</w:t>
            </w:r>
          </w:p>
        </w:tc>
        <w:tc>
          <w:tcPr>
            <w:tcW w:w="1606" w:type="dxa"/>
            <w:shd w:val="clear" w:color="auto" w:fill="auto"/>
          </w:tcPr>
          <w:p w14:paraId="7F61D2A7" w14:textId="77777777" w:rsidR="00D554DF" w:rsidRPr="003C7581" w:rsidRDefault="00EC54CC" w:rsidP="003461F3">
            <w:pPr>
              <w:spacing w:after="0"/>
            </w:pPr>
            <w:r>
              <w:t>Godz.</w:t>
            </w:r>
          </w:p>
        </w:tc>
      </w:tr>
      <w:tr w:rsidR="00D554DF" w:rsidRPr="003C7581" w14:paraId="32EF2E0F" w14:textId="77777777" w:rsidTr="003461F3">
        <w:tc>
          <w:tcPr>
            <w:tcW w:w="7375" w:type="dxa"/>
            <w:shd w:val="clear" w:color="auto" w:fill="auto"/>
          </w:tcPr>
          <w:p w14:paraId="07F39E97" w14:textId="77777777" w:rsidR="00D554DF" w:rsidRPr="003C7581" w:rsidRDefault="00D554DF" w:rsidP="003461F3">
            <w:pPr>
              <w:spacing w:after="0"/>
            </w:pPr>
            <w:r w:rsidRPr="003C7581">
              <w:lastRenderedPageBreak/>
              <w:t xml:space="preserve">1) Pojęcie bezpieczeństwa i porządku publicznego, rodzajowość bezpieczeństwa                            </w:t>
            </w:r>
          </w:p>
        </w:tc>
        <w:tc>
          <w:tcPr>
            <w:tcW w:w="1606" w:type="dxa"/>
            <w:shd w:val="clear" w:color="auto" w:fill="auto"/>
          </w:tcPr>
          <w:p w14:paraId="2817C50C" w14:textId="77777777" w:rsidR="00D554DF" w:rsidRPr="003C7581" w:rsidRDefault="00D554DF" w:rsidP="003461F3">
            <w:pPr>
              <w:spacing w:after="0"/>
            </w:pPr>
            <w:r w:rsidRPr="003C7581">
              <w:t>2</w:t>
            </w:r>
          </w:p>
        </w:tc>
      </w:tr>
      <w:tr w:rsidR="00D554DF" w:rsidRPr="003C7581" w14:paraId="08A3EEDD" w14:textId="77777777" w:rsidTr="003461F3">
        <w:tc>
          <w:tcPr>
            <w:tcW w:w="7375" w:type="dxa"/>
            <w:shd w:val="clear" w:color="auto" w:fill="auto"/>
          </w:tcPr>
          <w:p w14:paraId="1CC6C0FB" w14:textId="77777777" w:rsidR="00D554DF" w:rsidRPr="003C7581" w:rsidRDefault="00D554DF" w:rsidP="003461F3">
            <w:pPr>
              <w:spacing w:after="0"/>
            </w:pPr>
            <w:r w:rsidRPr="003C7581">
              <w:t xml:space="preserve">2) Bezpieczeństwo publiczne w ujęciu historycznym                                                                               </w:t>
            </w:r>
          </w:p>
        </w:tc>
        <w:tc>
          <w:tcPr>
            <w:tcW w:w="1606" w:type="dxa"/>
            <w:shd w:val="clear" w:color="auto" w:fill="auto"/>
          </w:tcPr>
          <w:p w14:paraId="0FE61442" w14:textId="77777777" w:rsidR="00D554DF" w:rsidRPr="003C7581" w:rsidRDefault="00D554DF" w:rsidP="003461F3">
            <w:pPr>
              <w:spacing w:after="0"/>
            </w:pPr>
            <w:r>
              <w:t>1</w:t>
            </w:r>
          </w:p>
        </w:tc>
      </w:tr>
      <w:tr w:rsidR="00D554DF" w:rsidRPr="003C7581" w14:paraId="2BA44962" w14:textId="77777777" w:rsidTr="003461F3">
        <w:tc>
          <w:tcPr>
            <w:tcW w:w="7375" w:type="dxa"/>
            <w:shd w:val="clear" w:color="auto" w:fill="auto"/>
          </w:tcPr>
          <w:p w14:paraId="140F4152" w14:textId="77777777" w:rsidR="00D554DF" w:rsidRPr="003C7581" w:rsidRDefault="00D554DF" w:rsidP="003461F3">
            <w:pPr>
              <w:spacing w:after="0"/>
            </w:pPr>
            <w:r w:rsidRPr="003C7581">
              <w:t xml:space="preserve">3)  Źródła zagrożeń bezpieczeństwa i porządku publicznego i ich klasyfikacja    </w:t>
            </w:r>
          </w:p>
        </w:tc>
        <w:tc>
          <w:tcPr>
            <w:tcW w:w="1606" w:type="dxa"/>
            <w:shd w:val="clear" w:color="auto" w:fill="auto"/>
          </w:tcPr>
          <w:p w14:paraId="2849A0A3" w14:textId="77777777" w:rsidR="00D554DF" w:rsidRPr="003C7581" w:rsidRDefault="00D554DF" w:rsidP="003461F3">
            <w:pPr>
              <w:spacing w:after="0"/>
            </w:pPr>
            <w:r>
              <w:t>1</w:t>
            </w:r>
          </w:p>
        </w:tc>
      </w:tr>
      <w:tr w:rsidR="00D554DF" w:rsidRPr="003C7581" w14:paraId="1F641E95" w14:textId="77777777" w:rsidTr="003461F3">
        <w:tc>
          <w:tcPr>
            <w:tcW w:w="7375" w:type="dxa"/>
            <w:shd w:val="clear" w:color="auto" w:fill="auto"/>
          </w:tcPr>
          <w:p w14:paraId="58A008F8" w14:textId="77777777" w:rsidR="00D554DF" w:rsidRPr="003C7581" w:rsidRDefault="00D554DF" w:rsidP="003461F3">
            <w:pPr>
              <w:spacing w:after="0"/>
            </w:pPr>
            <w:r w:rsidRPr="003C7581">
              <w:t xml:space="preserve">4) Podstawowe zasady organizacji i funkcjonowania administracji bezpieczeństwa                         </w:t>
            </w:r>
          </w:p>
        </w:tc>
        <w:tc>
          <w:tcPr>
            <w:tcW w:w="1606" w:type="dxa"/>
            <w:shd w:val="clear" w:color="auto" w:fill="auto"/>
          </w:tcPr>
          <w:p w14:paraId="0E85002B" w14:textId="77777777" w:rsidR="00D554DF" w:rsidRPr="003C7581" w:rsidRDefault="00D554DF" w:rsidP="003461F3">
            <w:pPr>
              <w:spacing w:after="0"/>
            </w:pPr>
            <w:r>
              <w:t>1</w:t>
            </w:r>
          </w:p>
        </w:tc>
      </w:tr>
      <w:tr w:rsidR="00D554DF" w:rsidRPr="003C7581" w14:paraId="50C93B72" w14:textId="77777777" w:rsidTr="003461F3">
        <w:tc>
          <w:tcPr>
            <w:tcW w:w="7375" w:type="dxa"/>
            <w:shd w:val="clear" w:color="auto" w:fill="auto"/>
          </w:tcPr>
          <w:p w14:paraId="5EF5ED01" w14:textId="77777777" w:rsidR="00D554DF" w:rsidRPr="003C7581" w:rsidRDefault="00D554DF" w:rsidP="003461F3">
            <w:pPr>
              <w:spacing w:after="0"/>
            </w:pPr>
            <w:r w:rsidRPr="003C7581">
              <w:t xml:space="preserve">5) Podmioty administracji rządowe                                                                                                             </w:t>
            </w:r>
          </w:p>
        </w:tc>
        <w:tc>
          <w:tcPr>
            <w:tcW w:w="1606" w:type="dxa"/>
            <w:shd w:val="clear" w:color="auto" w:fill="auto"/>
          </w:tcPr>
          <w:p w14:paraId="1B922605" w14:textId="77777777" w:rsidR="00D554DF" w:rsidRPr="003C7581" w:rsidRDefault="00D554DF" w:rsidP="003461F3">
            <w:pPr>
              <w:spacing w:after="0"/>
            </w:pPr>
            <w:r>
              <w:t>5</w:t>
            </w:r>
          </w:p>
        </w:tc>
      </w:tr>
      <w:tr w:rsidR="00D554DF" w:rsidRPr="003C7581" w14:paraId="78AEAA3F" w14:textId="77777777" w:rsidTr="003461F3">
        <w:tc>
          <w:tcPr>
            <w:tcW w:w="7375" w:type="dxa"/>
            <w:shd w:val="clear" w:color="auto" w:fill="auto"/>
          </w:tcPr>
          <w:p w14:paraId="52FA7601" w14:textId="77777777" w:rsidR="00D554DF" w:rsidRPr="003C7581" w:rsidRDefault="00D554DF" w:rsidP="003461F3">
            <w:pPr>
              <w:spacing w:after="0"/>
            </w:pPr>
            <w:r w:rsidRPr="003C7581">
              <w:t xml:space="preserve">6) Organy samorządu terytorialnego                                                                                                          </w:t>
            </w:r>
          </w:p>
        </w:tc>
        <w:tc>
          <w:tcPr>
            <w:tcW w:w="1606" w:type="dxa"/>
            <w:shd w:val="clear" w:color="auto" w:fill="auto"/>
          </w:tcPr>
          <w:p w14:paraId="6D8DEC49" w14:textId="77777777" w:rsidR="00D554DF" w:rsidRPr="003C7581" w:rsidRDefault="00D554DF" w:rsidP="003461F3">
            <w:pPr>
              <w:spacing w:after="0"/>
            </w:pPr>
            <w:r>
              <w:t>1</w:t>
            </w:r>
          </w:p>
        </w:tc>
      </w:tr>
      <w:tr w:rsidR="00D554DF" w:rsidRPr="003C7581" w14:paraId="20BB802D" w14:textId="77777777" w:rsidTr="003461F3">
        <w:tc>
          <w:tcPr>
            <w:tcW w:w="7375" w:type="dxa"/>
            <w:shd w:val="clear" w:color="auto" w:fill="auto"/>
          </w:tcPr>
          <w:p w14:paraId="5FC62B4B" w14:textId="77777777" w:rsidR="00D554DF" w:rsidRPr="003C7581" w:rsidRDefault="00D554DF" w:rsidP="003461F3">
            <w:pPr>
              <w:spacing w:after="0"/>
            </w:pPr>
            <w:r w:rsidRPr="003C7581">
              <w:t xml:space="preserve">7)  Organizacje pozarządowe                                                                                                                        </w:t>
            </w:r>
          </w:p>
        </w:tc>
        <w:tc>
          <w:tcPr>
            <w:tcW w:w="1606" w:type="dxa"/>
            <w:shd w:val="clear" w:color="auto" w:fill="auto"/>
          </w:tcPr>
          <w:p w14:paraId="5077D88D" w14:textId="77777777" w:rsidR="00D554DF" w:rsidRPr="003C7581" w:rsidRDefault="00D554DF" w:rsidP="003461F3">
            <w:pPr>
              <w:spacing w:after="0"/>
            </w:pPr>
            <w:r>
              <w:t>2</w:t>
            </w:r>
          </w:p>
        </w:tc>
      </w:tr>
      <w:tr w:rsidR="00D554DF" w:rsidRPr="003C7581" w14:paraId="4315CE66" w14:textId="77777777" w:rsidTr="003461F3">
        <w:tc>
          <w:tcPr>
            <w:tcW w:w="7375" w:type="dxa"/>
            <w:shd w:val="clear" w:color="auto" w:fill="auto"/>
          </w:tcPr>
          <w:p w14:paraId="543107DA" w14:textId="77777777" w:rsidR="00D554DF" w:rsidRPr="003C7581" w:rsidRDefault="00D554DF" w:rsidP="003461F3">
            <w:pPr>
              <w:spacing w:after="0"/>
            </w:pPr>
            <w:r w:rsidRPr="003C7581">
              <w:t xml:space="preserve">8) Podmioty komercyjne                                                                                                                               </w:t>
            </w:r>
          </w:p>
        </w:tc>
        <w:tc>
          <w:tcPr>
            <w:tcW w:w="1606" w:type="dxa"/>
            <w:shd w:val="clear" w:color="auto" w:fill="auto"/>
          </w:tcPr>
          <w:p w14:paraId="7807174D" w14:textId="77777777" w:rsidR="00D554DF" w:rsidRPr="003C7581" w:rsidRDefault="00D554DF" w:rsidP="003461F3">
            <w:pPr>
              <w:spacing w:after="0"/>
            </w:pPr>
            <w:r>
              <w:t>2</w:t>
            </w:r>
          </w:p>
        </w:tc>
      </w:tr>
      <w:tr w:rsidR="00D554DF" w:rsidRPr="003C7581" w14:paraId="446409BB" w14:textId="77777777" w:rsidTr="003461F3">
        <w:tc>
          <w:tcPr>
            <w:tcW w:w="7375" w:type="dxa"/>
            <w:shd w:val="clear" w:color="auto" w:fill="auto"/>
          </w:tcPr>
          <w:p w14:paraId="369BE869" w14:textId="77777777" w:rsidR="00D554DF" w:rsidRPr="003C7581" w:rsidRDefault="00D554DF" w:rsidP="003461F3">
            <w:pPr>
              <w:spacing w:after="0"/>
            </w:pPr>
            <w:r w:rsidRPr="003C7581">
              <w:t xml:space="preserve">9) Zarządzanie kryzysowe jako element systemu bezpieczeństwa publicznego                           </w:t>
            </w:r>
          </w:p>
        </w:tc>
        <w:tc>
          <w:tcPr>
            <w:tcW w:w="1606" w:type="dxa"/>
            <w:shd w:val="clear" w:color="auto" w:fill="auto"/>
          </w:tcPr>
          <w:p w14:paraId="162FD751" w14:textId="77777777" w:rsidR="00D554DF" w:rsidRPr="003C7581" w:rsidRDefault="00D554DF" w:rsidP="003461F3">
            <w:pPr>
              <w:spacing w:after="0"/>
            </w:pPr>
            <w:r>
              <w:t>3</w:t>
            </w:r>
          </w:p>
        </w:tc>
      </w:tr>
      <w:tr w:rsidR="00D554DF" w:rsidRPr="003C7581" w14:paraId="0F4E0D98" w14:textId="77777777" w:rsidTr="003461F3">
        <w:tc>
          <w:tcPr>
            <w:tcW w:w="7375" w:type="dxa"/>
            <w:shd w:val="clear" w:color="auto" w:fill="auto"/>
          </w:tcPr>
          <w:p w14:paraId="4CD61377" w14:textId="77777777" w:rsidR="00D554DF" w:rsidRPr="003C7581" w:rsidRDefault="00D554DF" w:rsidP="003461F3">
            <w:pPr>
              <w:spacing w:after="0"/>
              <w:jc w:val="right"/>
            </w:pPr>
            <w:r w:rsidRPr="003C7581">
              <w:t>suma</w:t>
            </w:r>
          </w:p>
        </w:tc>
        <w:tc>
          <w:tcPr>
            <w:tcW w:w="1606" w:type="dxa"/>
            <w:shd w:val="clear" w:color="auto" w:fill="auto"/>
          </w:tcPr>
          <w:p w14:paraId="4BB58F7A" w14:textId="77777777" w:rsidR="00D554DF" w:rsidRPr="003C7581" w:rsidRDefault="00D554DF" w:rsidP="003461F3">
            <w:pPr>
              <w:spacing w:after="0"/>
            </w:pPr>
            <w:r>
              <w:t>18</w:t>
            </w:r>
          </w:p>
        </w:tc>
      </w:tr>
    </w:tbl>
    <w:p w14:paraId="406C44A1" w14:textId="77777777" w:rsidR="00D554DF" w:rsidRPr="009C54AE" w:rsidRDefault="00D554DF" w:rsidP="00D554D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491A81C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2EB08EC" w14:textId="77777777" w:rsidR="00710CD0" w:rsidRDefault="00710CD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7DC21BE6" w14:textId="77777777" w:rsidR="0085747A" w:rsidRPr="00710CD0" w:rsidRDefault="00710CD0" w:rsidP="00EC54CC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CE7571">
        <w:rPr>
          <w:b w:val="0"/>
          <w:smallCaps w:val="0"/>
          <w:sz w:val="22"/>
        </w:rPr>
        <w:t>Wykład, analiza i interpretacja tekstów źródłowych oraz wybranych orzeczeń, analiza przypadków, dyskusja.</w:t>
      </w:r>
    </w:p>
    <w:p w14:paraId="1AB5426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C199B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3337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3E16B8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E6A5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0769D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814B23" w14:textId="77777777" w:rsidR="00A202AB" w:rsidRPr="00AF4A52" w:rsidRDefault="00A202AB" w:rsidP="00A202AB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5"/>
        <w:gridCol w:w="4571"/>
        <w:gridCol w:w="2132"/>
      </w:tblGrid>
      <w:tr w:rsidR="00A202AB" w:rsidRPr="00A864D0" w14:paraId="5BE06204" w14:textId="77777777" w:rsidTr="008E6B14">
        <w:tc>
          <w:tcPr>
            <w:tcW w:w="1825" w:type="dxa"/>
          </w:tcPr>
          <w:p w14:paraId="682C6BEF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</w:rPr>
            </w:pPr>
            <w:r w:rsidRPr="00A864D0">
              <w:rPr>
                <w:rFonts w:ascii="Times New Roman" w:hAnsi="Times New Roman"/>
              </w:rPr>
              <w:t>Symbol efektu</w:t>
            </w:r>
          </w:p>
          <w:p w14:paraId="0B359116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4571" w:type="dxa"/>
          </w:tcPr>
          <w:p w14:paraId="210BA3A1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64D0">
              <w:rPr>
                <w:rFonts w:ascii="Times New Roman" w:hAnsi="Times New Roman"/>
                <w:color w:val="000000"/>
              </w:rPr>
              <w:t>Metody oceny efektów kształcenia</w:t>
            </w:r>
          </w:p>
          <w:p w14:paraId="56911886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</w:rPr>
            </w:pPr>
            <w:r w:rsidRPr="00A864D0">
              <w:rPr>
                <w:rFonts w:ascii="Times New Roman" w:hAnsi="Times New Roman"/>
                <w:color w:val="000000"/>
              </w:rPr>
              <w:t>( np.: kolokwium, egzamin ustny, egzamin pisemny, projekt, sprawozdanie, obserwacja w trakcie zajęć)</w:t>
            </w:r>
          </w:p>
        </w:tc>
        <w:tc>
          <w:tcPr>
            <w:tcW w:w="2132" w:type="dxa"/>
          </w:tcPr>
          <w:p w14:paraId="1766BFFF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</w:rPr>
            </w:pPr>
            <w:r w:rsidRPr="00A864D0">
              <w:rPr>
                <w:rFonts w:ascii="Times New Roman" w:hAnsi="Times New Roman"/>
              </w:rPr>
              <w:t>Forma zajęć dydaktycznych ( w, ćw, …)</w:t>
            </w:r>
          </w:p>
        </w:tc>
      </w:tr>
      <w:tr w:rsidR="00A202AB" w14:paraId="04E4A654" w14:textId="77777777" w:rsidTr="008E6B14">
        <w:tc>
          <w:tcPr>
            <w:tcW w:w="1825" w:type="dxa"/>
          </w:tcPr>
          <w:p w14:paraId="4A1D1F20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EK</w:t>
            </w:r>
            <w:r w:rsidRPr="00A864D0">
              <w:rPr>
                <w:rFonts w:ascii="Times New Roman" w:hAnsi="Times New Roman"/>
                <w:smallCaps/>
              </w:rPr>
              <w:t>_01</w:t>
            </w:r>
          </w:p>
        </w:tc>
        <w:tc>
          <w:tcPr>
            <w:tcW w:w="4571" w:type="dxa"/>
          </w:tcPr>
          <w:p w14:paraId="5A3FE923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pisemne lub ustne</w:t>
            </w:r>
          </w:p>
        </w:tc>
        <w:tc>
          <w:tcPr>
            <w:tcW w:w="2132" w:type="dxa"/>
          </w:tcPr>
          <w:p w14:paraId="60DFCDBD" w14:textId="77777777" w:rsidR="00A202AB" w:rsidRDefault="00A202AB" w:rsidP="00F3304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w,</w:t>
            </w:r>
          </w:p>
        </w:tc>
      </w:tr>
      <w:tr w:rsidR="00A202AB" w14:paraId="567F2D41" w14:textId="77777777" w:rsidTr="008E6B14">
        <w:tc>
          <w:tcPr>
            <w:tcW w:w="1825" w:type="dxa"/>
          </w:tcPr>
          <w:p w14:paraId="52CD8FC0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A864D0">
              <w:rPr>
                <w:rFonts w:ascii="Times New Roman" w:hAnsi="Times New Roman"/>
                <w:smallCaps/>
              </w:rPr>
              <w:t>EK_02</w:t>
            </w:r>
          </w:p>
        </w:tc>
        <w:tc>
          <w:tcPr>
            <w:tcW w:w="4571" w:type="dxa"/>
          </w:tcPr>
          <w:p w14:paraId="33108B2C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pisemne lub ustne, </w:t>
            </w:r>
            <w:r w:rsidRPr="00C06574">
              <w:rPr>
                <w:rFonts w:ascii="Times New Roman" w:hAnsi="Times New Roman"/>
              </w:rPr>
              <w:t>obserwacja w trakcie zajęć</w:t>
            </w:r>
          </w:p>
        </w:tc>
        <w:tc>
          <w:tcPr>
            <w:tcW w:w="2132" w:type="dxa"/>
          </w:tcPr>
          <w:p w14:paraId="1CB7E955" w14:textId="77777777" w:rsidR="00A202AB" w:rsidRDefault="00A202AB" w:rsidP="00F3304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w,</w:t>
            </w:r>
          </w:p>
        </w:tc>
      </w:tr>
      <w:tr w:rsidR="00A202AB" w14:paraId="02F8B9B4" w14:textId="77777777" w:rsidTr="008E6B14">
        <w:tc>
          <w:tcPr>
            <w:tcW w:w="1825" w:type="dxa"/>
          </w:tcPr>
          <w:p w14:paraId="67F80C79" w14:textId="77777777" w:rsidR="00A202AB" w:rsidRDefault="00A202AB" w:rsidP="008E6B1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A864D0">
              <w:rPr>
                <w:rFonts w:ascii="Times New Roman" w:hAnsi="Times New Roman"/>
                <w:smallCaps/>
              </w:rPr>
              <w:t>EK_03</w:t>
            </w:r>
          </w:p>
        </w:tc>
        <w:tc>
          <w:tcPr>
            <w:tcW w:w="4571" w:type="dxa"/>
          </w:tcPr>
          <w:p w14:paraId="32037372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pisemne lub ustne</w:t>
            </w:r>
          </w:p>
        </w:tc>
        <w:tc>
          <w:tcPr>
            <w:tcW w:w="2132" w:type="dxa"/>
          </w:tcPr>
          <w:p w14:paraId="4970AF0F" w14:textId="77777777" w:rsidR="00A202AB" w:rsidRDefault="00A202AB" w:rsidP="00F3304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w,</w:t>
            </w:r>
          </w:p>
        </w:tc>
      </w:tr>
      <w:tr w:rsidR="00A202AB" w14:paraId="5ED3CC75" w14:textId="77777777" w:rsidTr="008E6B14">
        <w:tc>
          <w:tcPr>
            <w:tcW w:w="1825" w:type="dxa"/>
          </w:tcPr>
          <w:p w14:paraId="1AF8ED68" w14:textId="77777777" w:rsidR="00A202AB" w:rsidRDefault="00A202AB" w:rsidP="008E6B1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A864D0">
              <w:rPr>
                <w:rFonts w:ascii="Times New Roman" w:hAnsi="Times New Roman"/>
                <w:smallCaps/>
              </w:rPr>
              <w:t>EK_04</w:t>
            </w:r>
          </w:p>
        </w:tc>
        <w:tc>
          <w:tcPr>
            <w:tcW w:w="4571" w:type="dxa"/>
          </w:tcPr>
          <w:p w14:paraId="5AB87F68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pisemne lub ustne</w:t>
            </w:r>
          </w:p>
        </w:tc>
        <w:tc>
          <w:tcPr>
            <w:tcW w:w="2132" w:type="dxa"/>
          </w:tcPr>
          <w:p w14:paraId="72FC9457" w14:textId="77777777" w:rsidR="00A202AB" w:rsidRDefault="00A202AB" w:rsidP="00F3304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w,</w:t>
            </w:r>
          </w:p>
        </w:tc>
      </w:tr>
      <w:tr w:rsidR="00A202AB" w14:paraId="586AC941" w14:textId="77777777" w:rsidTr="008E6B14">
        <w:tc>
          <w:tcPr>
            <w:tcW w:w="1825" w:type="dxa"/>
          </w:tcPr>
          <w:p w14:paraId="7E579245" w14:textId="77777777" w:rsidR="00A202AB" w:rsidRDefault="00A202AB" w:rsidP="008E6B1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A864D0">
              <w:rPr>
                <w:rFonts w:ascii="Times New Roman" w:hAnsi="Times New Roman"/>
                <w:smallCaps/>
              </w:rPr>
              <w:t>EK_05</w:t>
            </w:r>
          </w:p>
        </w:tc>
        <w:tc>
          <w:tcPr>
            <w:tcW w:w="4571" w:type="dxa"/>
          </w:tcPr>
          <w:p w14:paraId="0093653E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pisemne lub ustne</w:t>
            </w:r>
          </w:p>
        </w:tc>
        <w:tc>
          <w:tcPr>
            <w:tcW w:w="2132" w:type="dxa"/>
          </w:tcPr>
          <w:p w14:paraId="319FBEE3" w14:textId="77777777" w:rsidR="00A202AB" w:rsidRDefault="00A202AB" w:rsidP="00F3304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w,</w:t>
            </w:r>
          </w:p>
        </w:tc>
      </w:tr>
      <w:tr w:rsidR="00A202AB" w14:paraId="6AC9AC3D" w14:textId="77777777" w:rsidTr="008E6B14">
        <w:tc>
          <w:tcPr>
            <w:tcW w:w="1825" w:type="dxa"/>
          </w:tcPr>
          <w:p w14:paraId="13B7B033" w14:textId="77777777" w:rsidR="00A202AB" w:rsidRDefault="00A202AB" w:rsidP="008E6B1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A864D0">
              <w:rPr>
                <w:rFonts w:ascii="Times New Roman" w:hAnsi="Times New Roman"/>
                <w:smallCaps/>
              </w:rPr>
              <w:t>EK_06</w:t>
            </w:r>
          </w:p>
        </w:tc>
        <w:tc>
          <w:tcPr>
            <w:tcW w:w="4571" w:type="dxa"/>
          </w:tcPr>
          <w:p w14:paraId="08EF4DC7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pisemne lub ustne</w:t>
            </w:r>
          </w:p>
        </w:tc>
        <w:tc>
          <w:tcPr>
            <w:tcW w:w="2132" w:type="dxa"/>
          </w:tcPr>
          <w:p w14:paraId="5F877613" w14:textId="77777777" w:rsidR="00A202AB" w:rsidRDefault="00A202AB" w:rsidP="00F3304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w,</w:t>
            </w:r>
          </w:p>
        </w:tc>
      </w:tr>
      <w:tr w:rsidR="00A202AB" w14:paraId="1DBB1621" w14:textId="77777777" w:rsidTr="008E6B14">
        <w:tc>
          <w:tcPr>
            <w:tcW w:w="1825" w:type="dxa"/>
          </w:tcPr>
          <w:p w14:paraId="55E18B3B" w14:textId="77777777" w:rsidR="00A202AB" w:rsidRDefault="00A202AB" w:rsidP="008E6B1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A864D0">
              <w:rPr>
                <w:rFonts w:ascii="Times New Roman" w:hAnsi="Times New Roman"/>
                <w:smallCaps/>
              </w:rPr>
              <w:t>EK_07</w:t>
            </w:r>
          </w:p>
        </w:tc>
        <w:tc>
          <w:tcPr>
            <w:tcW w:w="4571" w:type="dxa"/>
          </w:tcPr>
          <w:p w14:paraId="48A74600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pisemne lub ustne</w:t>
            </w:r>
          </w:p>
        </w:tc>
        <w:tc>
          <w:tcPr>
            <w:tcW w:w="2132" w:type="dxa"/>
          </w:tcPr>
          <w:p w14:paraId="54355999" w14:textId="77777777" w:rsidR="00A202AB" w:rsidRDefault="00A202AB" w:rsidP="00F3304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w,</w:t>
            </w:r>
          </w:p>
        </w:tc>
      </w:tr>
      <w:tr w:rsidR="00A202AB" w14:paraId="653F4BDF" w14:textId="77777777" w:rsidTr="008E6B14">
        <w:tc>
          <w:tcPr>
            <w:tcW w:w="1825" w:type="dxa"/>
          </w:tcPr>
          <w:p w14:paraId="2D4CB7C5" w14:textId="77777777" w:rsidR="00A202AB" w:rsidRDefault="00A202AB" w:rsidP="008E6B1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A864D0">
              <w:rPr>
                <w:rFonts w:ascii="Times New Roman" w:hAnsi="Times New Roman"/>
                <w:smallCaps/>
              </w:rPr>
              <w:t>EK_0</w:t>
            </w:r>
            <w:r>
              <w:rPr>
                <w:rFonts w:ascii="Times New Roman" w:hAnsi="Times New Roman"/>
                <w:smallCaps/>
              </w:rPr>
              <w:t>8</w:t>
            </w:r>
          </w:p>
        </w:tc>
        <w:tc>
          <w:tcPr>
            <w:tcW w:w="4571" w:type="dxa"/>
          </w:tcPr>
          <w:p w14:paraId="7332DADA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pisemne lub ustne</w:t>
            </w:r>
          </w:p>
        </w:tc>
        <w:tc>
          <w:tcPr>
            <w:tcW w:w="2132" w:type="dxa"/>
          </w:tcPr>
          <w:p w14:paraId="0102D8AE" w14:textId="77777777" w:rsidR="00A202AB" w:rsidRDefault="00A202AB" w:rsidP="00F3304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w,</w:t>
            </w:r>
          </w:p>
        </w:tc>
      </w:tr>
      <w:tr w:rsidR="00A202AB" w14:paraId="5FD8A699" w14:textId="77777777" w:rsidTr="008E6B14">
        <w:tc>
          <w:tcPr>
            <w:tcW w:w="1825" w:type="dxa"/>
          </w:tcPr>
          <w:p w14:paraId="484EA0D9" w14:textId="77777777" w:rsidR="00A202AB" w:rsidRDefault="00A202AB" w:rsidP="008E6B1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A864D0">
              <w:rPr>
                <w:rFonts w:ascii="Times New Roman" w:hAnsi="Times New Roman"/>
                <w:smallCaps/>
              </w:rPr>
              <w:t>EK_0</w:t>
            </w:r>
            <w:r>
              <w:rPr>
                <w:rFonts w:ascii="Times New Roman" w:hAnsi="Times New Roman"/>
                <w:smallCaps/>
              </w:rPr>
              <w:t>9</w:t>
            </w:r>
          </w:p>
        </w:tc>
        <w:tc>
          <w:tcPr>
            <w:tcW w:w="4571" w:type="dxa"/>
          </w:tcPr>
          <w:p w14:paraId="0B7D8D49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pisemne lub ustne</w:t>
            </w:r>
          </w:p>
        </w:tc>
        <w:tc>
          <w:tcPr>
            <w:tcW w:w="2132" w:type="dxa"/>
          </w:tcPr>
          <w:p w14:paraId="6AA1E4EF" w14:textId="77777777" w:rsidR="00A202AB" w:rsidRDefault="00A202AB" w:rsidP="00F3304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w,</w:t>
            </w:r>
          </w:p>
        </w:tc>
      </w:tr>
      <w:tr w:rsidR="00A202AB" w14:paraId="622A8529" w14:textId="77777777" w:rsidTr="008E6B14">
        <w:tc>
          <w:tcPr>
            <w:tcW w:w="1825" w:type="dxa"/>
          </w:tcPr>
          <w:p w14:paraId="157C2C80" w14:textId="77777777" w:rsidR="00A202AB" w:rsidRDefault="00A202AB" w:rsidP="008E6B1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A864D0">
              <w:rPr>
                <w:rFonts w:ascii="Times New Roman" w:hAnsi="Times New Roman"/>
                <w:smallCaps/>
              </w:rPr>
              <w:t>EK_1</w:t>
            </w:r>
            <w:r>
              <w:rPr>
                <w:rFonts w:ascii="Times New Roman" w:hAnsi="Times New Roman"/>
                <w:smallCaps/>
              </w:rPr>
              <w:t>0</w:t>
            </w:r>
          </w:p>
        </w:tc>
        <w:tc>
          <w:tcPr>
            <w:tcW w:w="4571" w:type="dxa"/>
          </w:tcPr>
          <w:p w14:paraId="57C3FA13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pisemne lub ustne</w:t>
            </w:r>
          </w:p>
        </w:tc>
        <w:tc>
          <w:tcPr>
            <w:tcW w:w="2132" w:type="dxa"/>
          </w:tcPr>
          <w:p w14:paraId="145D80FF" w14:textId="77777777" w:rsidR="00A202AB" w:rsidRDefault="00A202AB" w:rsidP="00F3304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w,</w:t>
            </w:r>
          </w:p>
        </w:tc>
      </w:tr>
      <w:tr w:rsidR="00A202AB" w14:paraId="38964FA8" w14:textId="77777777" w:rsidTr="008E6B14">
        <w:tc>
          <w:tcPr>
            <w:tcW w:w="1825" w:type="dxa"/>
          </w:tcPr>
          <w:p w14:paraId="14435D86" w14:textId="77777777" w:rsidR="00A202AB" w:rsidRDefault="00A202AB" w:rsidP="008E6B1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A864D0">
              <w:rPr>
                <w:rFonts w:ascii="Times New Roman" w:hAnsi="Times New Roman"/>
                <w:smallCaps/>
              </w:rPr>
              <w:t>EK_1</w:t>
            </w:r>
            <w:r>
              <w:rPr>
                <w:rFonts w:ascii="Times New Roman" w:hAnsi="Times New Roman"/>
                <w:smallCaps/>
              </w:rPr>
              <w:t>1</w:t>
            </w:r>
          </w:p>
        </w:tc>
        <w:tc>
          <w:tcPr>
            <w:tcW w:w="4571" w:type="dxa"/>
          </w:tcPr>
          <w:p w14:paraId="7767992B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pisemne lub ustne</w:t>
            </w:r>
          </w:p>
        </w:tc>
        <w:tc>
          <w:tcPr>
            <w:tcW w:w="2132" w:type="dxa"/>
          </w:tcPr>
          <w:p w14:paraId="5C6C0F5D" w14:textId="77777777" w:rsidR="00A202AB" w:rsidRDefault="00A202AB" w:rsidP="00F3304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w,</w:t>
            </w:r>
          </w:p>
        </w:tc>
      </w:tr>
      <w:tr w:rsidR="00A202AB" w14:paraId="3CF8BCFE" w14:textId="77777777" w:rsidTr="008E6B14">
        <w:tc>
          <w:tcPr>
            <w:tcW w:w="1825" w:type="dxa"/>
          </w:tcPr>
          <w:p w14:paraId="797AB6F2" w14:textId="77777777" w:rsidR="00A202AB" w:rsidRDefault="00A202AB" w:rsidP="008E6B1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A864D0">
              <w:rPr>
                <w:rFonts w:ascii="Times New Roman" w:hAnsi="Times New Roman"/>
                <w:smallCaps/>
              </w:rPr>
              <w:t>EK_1</w:t>
            </w:r>
            <w:r>
              <w:rPr>
                <w:rFonts w:ascii="Times New Roman" w:hAnsi="Times New Roman"/>
                <w:smallCaps/>
              </w:rPr>
              <w:t>2</w:t>
            </w:r>
          </w:p>
        </w:tc>
        <w:tc>
          <w:tcPr>
            <w:tcW w:w="4571" w:type="dxa"/>
          </w:tcPr>
          <w:p w14:paraId="73C956B9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pisemne lub ustne</w:t>
            </w:r>
          </w:p>
        </w:tc>
        <w:tc>
          <w:tcPr>
            <w:tcW w:w="2132" w:type="dxa"/>
          </w:tcPr>
          <w:p w14:paraId="0E10FE4E" w14:textId="77777777" w:rsidR="00A202AB" w:rsidRDefault="00A202AB" w:rsidP="00F3304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w,</w:t>
            </w:r>
          </w:p>
        </w:tc>
      </w:tr>
      <w:tr w:rsidR="00A202AB" w14:paraId="3680FFF9" w14:textId="77777777" w:rsidTr="008E6B14">
        <w:tc>
          <w:tcPr>
            <w:tcW w:w="1825" w:type="dxa"/>
          </w:tcPr>
          <w:p w14:paraId="2D774121" w14:textId="77777777" w:rsidR="00A202AB" w:rsidRDefault="00A202AB" w:rsidP="008E6B1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A864D0">
              <w:rPr>
                <w:rFonts w:ascii="Times New Roman" w:hAnsi="Times New Roman"/>
                <w:smallCaps/>
              </w:rPr>
              <w:t>EK_1</w:t>
            </w:r>
            <w:r>
              <w:rPr>
                <w:rFonts w:ascii="Times New Roman" w:hAnsi="Times New Roman"/>
                <w:smallCaps/>
              </w:rPr>
              <w:t>3</w:t>
            </w:r>
          </w:p>
        </w:tc>
        <w:tc>
          <w:tcPr>
            <w:tcW w:w="4571" w:type="dxa"/>
          </w:tcPr>
          <w:p w14:paraId="530A5532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pisemne lub ustne</w:t>
            </w:r>
          </w:p>
        </w:tc>
        <w:tc>
          <w:tcPr>
            <w:tcW w:w="2132" w:type="dxa"/>
          </w:tcPr>
          <w:p w14:paraId="4E734092" w14:textId="77777777" w:rsidR="00A202AB" w:rsidRDefault="00A202AB" w:rsidP="00F3304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w,</w:t>
            </w:r>
          </w:p>
        </w:tc>
      </w:tr>
      <w:tr w:rsidR="00A202AB" w14:paraId="2BEADC7C" w14:textId="77777777" w:rsidTr="008E6B14">
        <w:tc>
          <w:tcPr>
            <w:tcW w:w="1825" w:type="dxa"/>
          </w:tcPr>
          <w:p w14:paraId="0DE8D29F" w14:textId="77777777" w:rsidR="00A202AB" w:rsidRDefault="00A202AB" w:rsidP="008E6B1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A864D0">
              <w:rPr>
                <w:rFonts w:ascii="Times New Roman" w:hAnsi="Times New Roman"/>
                <w:smallCaps/>
              </w:rPr>
              <w:t>EK_1</w:t>
            </w:r>
            <w:r>
              <w:rPr>
                <w:rFonts w:ascii="Times New Roman" w:hAnsi="Times New Roman"/>
                <w:smallCaps/>
              </w:rPr>
              <w:t>4</w:t>
            </w:r>
          </w:p>
        </w:tc>
        <w:tc>
          <w:tcPr>
            <w:tcW w:w="4571" w:type="dxa"/>
          </w:tcPr>
          <w:p w14:paraId="37E4C51A" w14:textId="77777777" w:rsidR="00A202AB" w:rsidRPr="006276DF" w:rsidRDefault="00A202AB" w:rsidP="008E6B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pisemne lub ustne, </w:t>
            </w:r>
            <w:r w:rsidRPr="00C06574">
              <w:rPr>
                <w:rFonts w:ascii="Times New Roman" w:hAnsi="Times New Roman"/>
              </w:rPr>
              <w:t>obserwacja w trakcie zajęć</w:t>
            </w:r>
          </w:p>
        </w:tc>
        <w:tc>
          <w:tcPr>
            <w:tcW w:w="2132" w:type="dxa"/>
          </w:tcPr>
          <w:p w14:paraId="5E6A37C8" w14:textId="77777777" w:rsidR="00A202AB" w:rsidRDefault="00A202AB" w:rsidP="00F3304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w,</w:t>
            </w:r>
          </w:p>
        </w:tc>
      </w:tr>
      <w:tr w:rsidR="00A202AB" w14:paraId="78BF4E0C" w14:textId="77777777" w:rsidTr="008E6B14">
        <w:tc>
          <w:tcPr>
            <w:tcW w:w="1825" w:type="dxa"/>
          </w:tcPr>
          <w:p w14:paraId="6C1938F1" w14:textId="77777777" w:rsidR="00A202AB" w:rsidRDefault="00A202AB" w:rsidP="008E6B1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A864D0">
              <w:rPr>
                <w:rFonts w:ascii="Times New Roman" w:hAnsi="Times New Roman"/>
                <w:smallCaps/>
              </w:rPr>
              <w:t>EK_1</w:t>
            </w:r>
            <w:r>
              <w:rPr>
                <w:rFonts w:ascii="Times New Roman" w:hAnsi="Times New Roman"/>
                <w:smallCaps/>
              </w:rPr>
              <w:t>5</w:t>
            </w:r>
          </w:p>
        </w:tc>
        <w:tc>
          <w:tcPr>
            <w:tcW w:w="4571" w:type="dxa"/>
          </w:tcPr>
          <w:p w14:paraId="1EAA62B9" w14:textId="77777777" w:rsidR="00A202AB" w:rsidRPr="006276DF" w:rsidRDefault="00A202AB" w:rsidP="008E6B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pisemne lub ustne, </w:t>
            </w:r>
            <w:r w:rsidRPr="00C06574">
              <w:rPr>
                <w:rFonts w:ascii="Times New Roman" w:hAnsi="Times New Roman"/>
              </w:rPr>
              <w:t>obserwacja w trakcie zajęć</w:t>
            </w:r>
          </w:p>
        </w:tc>
        <w:tc>
          <w:tcPr>
            <w:tcW w:w="2132" w:type="dxa"/>
          </w:tcPr>
          <w:p w14:paraId="099A1FB6" w14:textId="77777777" w:rsidR="00A202AB" w:rsidRDefault="00A202AB" w:rsidP="00F3304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w,</w:t>
            </w:r>
          </w:p>
        </w:tc>
      </w:tr>
    </w:tbl>
    <w:p w14:paraId="5E2226C2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35B8D1" w14:textId="77777777" w:rsidR="00A202AB" w:rsidRPr="009C54AE" w:rsidRDefault="00A202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0009B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B805DA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9EA0737" w14:textId="77777777" w:rsidTr="00923D7D">
        <w:tc>
          <w:tcPr>
            <w:tcW w:w="9670" w:type="dxa"/>
          </w:tcPr>
          <w:p w14:paraId="4695E3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F372E71" w14:textId="77777777" w:rsidR="00923D7D" w:rsidRPr="009C54AE" w:rsidRDefault="00A202AB" w:rsidP="00EC54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201">
              <w:rPr>
                <w:b w:val="0"/>
                <w:smallCaps w:val="0"/>
                <w:sz w:val="22"/>
              </w:rPr>
              <w:t xml:space="preserve">W przypadku </w:t>
            </w:r>
            <w:r>
              <w:rPr>
                <w:b w:val="0"/>
                <w:smallCaps w:val="0"/>
                <w:sz w:val="22"/>
              </w:rPr>
              <w:t>zaliczenia</w:t>
            </w:r>
            <w:r w:rsidRPr="00350201">
              <w:rPr>
                <w:b w:val="0"/>
                <w:smallCaps w:val="0"/>
                <w:sz w:val="22"/>
              </w:rPr>
              <w:t xml:space="preserve"> z przedmiotu – wyniki </w:t>
            </w:r>
            <w:r>
              <w:rPr>
                <w:b w:val="0"/>
                <w:smallCaps w:val="0"/>
                <w:sz w:val="22"/>
              </w:rPr>
              <w:t>zaliczenia</w:t>
            </w:r>
            <w:r w:rsidRPr="00350201">
              <w:rPr>
                <w:b w:val="0"/>
                <w:smallCaps w:val="0"/>
                <w:sz w:val="22"/>
              </w:rPr>
              <w:t xml:space="preserve"> ustalane n</w:t>
            </w:r>
            <w:r>
              <w:rPr>
                <w:b w:val="0"/>
                <w:smallCaps w:val="0"/>
                <w:sz w:val="22"/>
              </w:rPr>
              <w:t xml:space="preserve">a podstawie pisemnych prac  </w:t>
            </w:r>
            <w:r w:rsidRPr="00350201">
              <w:rPr>
                <w:b w:val="0"/>
                <w:smallCaps w:val="0"/>
                <w:sz w:val="22"/>
              </w:rPr>
              <w:t xml:space="preserve"> studentów</w:t>
            </w:r>
            <w:r>
              <w:rPr>
                <w:b w:val="0"/>
                <w:smallCaps w:val="0"/>
                <w:sz w:val="22"/>
              </w:rPr>
              <w:t xml:space="preserve"> lub ustnej odpowiedzi</w:t>
            </w:r>
            <w:r w:rsidRPr="00350201">
              <w:rPr>
                <w:b w:val="0"/>
                <w:smallCaps w:val="0"/>
                <w:sz w:val="22"/>
              </w:rPr>
              <w:t xml:space="preserve">, gdzie ocena pozytywna osiągana jest w przypadku uzyskania ponad 50% </w:t>
            </w:r>
            <w:r w:rsidRPr="00350201">
              <w:rPr>
                <w:b w:val="0"/>
                <w:smallCaps w:val="0"/>
                <w:sz w:val="22"/>
              </w:rPr>
              <w:lastRenderedPageBreak/>
              <w:t>poprawnych odpowiedzi.</w:t>
            </w:r>
            <w:r>
              <w:rPr>
                <w:b w:val="0"/>
                <w:smallCaps w:val="0"/>
                <w:sz w:val="22"/>
              </w:rPr>
              <w:t xml:space="preserve"> </w:t>
            </w:r>
            <w:r w:rsidRPr="00464AF5">
              <w:rPr>
                <w:b w:val="0"/>
                <w:smallCaps w:val="0"/>
                <w:sz w:val="22"/>
              </w:rPr>
              <w:t>Kryteria oceny: kompletność odpowiedzi, poprawna terminologia, aktualny stan prawny.</w:t>
            </w:r>
          </w:p>
          <w:p w14:paraId="02FDB3D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23B2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7D403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61485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CAB45C5" w14:textId="77777777" w:rsidTr="003E1941">
        <w:tc>
          <w:tcPr>
            <w:tcW w:w="4962" w:type="dxa"/>
            <w:vAlign w:val="center"/>
          </w:tcPr>
          <w:p w14:paraId="2C4F671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D33861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8AA3034" w14:textId="77777777" w:rsidTr="00923D7D">
        <w:tc>
          <w:tcPr>
            <w:tcW w:w="4962" w:type="dxa"/>
          </w:tcPr>
          <w:p w14:paraId="11A05955" w14:textId="77777777" w:rsidR="0085747A" w:rsidRPr="009C54AE" w:rsidRDefault="00C61DC5" w:rsidP="00EC54C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</w:t>
            </w:r>
            <w:r w:rsidR="00EC54CC">
              <w:rPr>
                <w:rFonts w:ascii="Corbel" w:hAnsi="Corbel"/>
                <w:sz w:val="24"/>
                <w:szCs w:val="24"/>
              </w:rPr>
              <w:br/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F8FBF49" w14:textId="77777777" w:rsidR="0085747A" w:rsidRPr="009C54AE" w:rsidRDefault="00D554DF" w:rsidP="00A202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517E61A" w14:textId="77777777" w:rsidTr="00923D7D">
        <w:tc>
          <w:tcPr>
            <w:tcW w:w="4962" w:type="dxa"/>
          </w:tcPr>
          <w:p w14:paraId="14082F2F" w14:textId="77777777" w:rsidR="00C61DC5" w:rsidRPr="009C54AE" w:rsidRDefault="00C61DC5" w:rsidP="00EC54C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EC54C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(udział </w:t>
            </w:r>
            <w:r w:rsidR="00EC54CC">
              <w:rPr>
                <w:rFonts w:ascii="Corbel" w:hAnsi="Corbel"/>
                <w:sz w:val="24"/>
                <w:szCs w:val="24"/>
              </w:rPr>
              <w:br/>
            </w:r>
            <w:r w:rsidRPr="009C54AE">
              <w:rPr>
                <w:rFonts w:ascii="Corbel" w:hAnsi="Corbel"/>
                <w:sz w:val="24"/>
                <w:szCs w:val="24"/>
              </w:rPr>
              <w:t>w konsultacjach, egzaminie)</w:t>
            </w:r>
          </w:p>
        </w:tc>
        <w:tc>
          <w:tcPr>
            <w:tcW w:w="4677" w:type="dxa"/>
          </w:tcPr>
          <w:p w14:paraId="1906CDF5" w14:textId="77777777" w:rsidR="00C61DC5" w:rsidRPr="009C54AE" w:rsidRDefault="00A202AB" w:rsidP="00A202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F2CBC1A" w14:textId="77777777" w:rsidTr="00923D7D">
        <w:tc>
          <w:tcPr>
            <w:tcW w:w="4962" w:type="dxa"/>
          </w:tcPr>
          <w:p w14:paraId="70E352D4" w14:textId="77777777" w:rsidR="00C61DC5" w:rsidRPr="009C54AE" w:rsidRDefault="00C61DC5" w:rsidP="00EC54C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C54C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BED719F" w14:textId="77777777" w:rsidR="00C61DC5" w:rsidRPr="009C54AE" w:rsidRDefault="00D554DF" w:rsidP="00A202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AB974AA" w14:textId="77777777" w:rsidTr="00923D7D">
        <w:tc>
          <w:tcPr>
            <w:tcW w:w="4962" w:type="dxa"/>
          </w:tcPr>
          <w:p w14:paraId="3238F5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E1D079A" w14:textId="77777777" w:rsidR="0085747A" w:rsidRPr="009C54AE" w:rsidRDefault="00A202AB" w:rsidP="00A202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9C54AE" w14:paraId="766F645F" w14:textId="77777777" w:rsidTr="00923D7D">
        <w:tc>
          <w:tcPr>
            <w:tcW w:w="4962" w:type="dxa"/>
          </w:tcPr>
          <w:p w14:paraId="47BD6F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97707B4" w14:textId="77777777" w:rsidR="0085747A" w:rsidRPr="009C54AE" w:rsidRDefault="00A202AB" w:rsidP="00A202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A6A848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6A033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0ADB6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C8EF6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AAC80F2" w14:textId="77777777" w:rsidTr="0071620A">
        <w:trPr>
          <w:trHeight w:val="397"/>
        </w:trPr>
        <w:tc>
          <w:tcPr>
            <w:tcW w:w="3544" w:type="dxa"/>
          </w:tcPr>
          <w:p w14:paraId="0384F3F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E8FB8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53D748A" w14:textId="77777777" w:rsidTr="0071620A">
        <w:trPr>
          <w:trHeight w:val="397"/>
        </w:trPr>
        <w:tc>
          <w:tcPr>
            <w:tcW w:w="3544" w:type="dxa"/>
          </w:tcPr>
          <w:p w14:paraId="16DB6AF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AA2DE7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1ACAEF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C13BF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825F40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EC54CC" w14:paraId="7F344E07" w14:textId="77777777" w:rsidTr="0071620A">
        <w:trPr>
          <w:trHeight w:val="397"/>
        </w:trPr>
        <w:tc>
          <w:tcPr>
            <w:tcW w:w="7513" w:type="dxa"/>
          </w:tcPr>
          <w:p w14:paraId="230EA793" w14:textId="77777777" w:rsidR="0085747A" w:rsidRPr="00EC54CC" w:rsidRDefault="0085747A" w:rsidP="00EC54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54C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43F8ABF" w14:textId="77777777" w:rsidR="004F4DD0" w:rsidRPr="00403740" w:rsidRDefault="004F4DD0" w:rsidP="004F4DD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03740">
              <w:rPr>
                <w:rFonts w:ascii="Corbel" w:eastAsia="Cambria" w:hAnsi="Corbel"/>
                <w:sz w:val="24"/>
                <w:szCs w:val="24"/>
              </w:rPr>
              <w:t xml:space="preserve">1. S. Pieprzny, </w:t>
            </w:r>
            <w:r w:rsidRPr="00403740">
              <w:rPr>
                <w:rFonts w:ascii="Corbel" w:eastAsia="Cambria" w:hAnsi="Corbel"/>
                <w:i/>
                <w:sz w:val="24"/>
                <w:szCs w:val="24"/>
              </w:rPr>
              <w:t>Administracja bezpieczeństwa i porządku publicznego,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Wyd. UR, Rzeszów 2012.</w:t>
            </w:r>
          </w:p>
          <w:p w14:paraId="14BA7AC9" w14:textId="77777777" w:rsidR="004F4DD0" w:rsidRDefault="004F4DD0" w:rsidP="004F4DD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03740">
              <w:rPr>
                <w:rFonts w:ascii="Corbel" w:eastAsia="Cambria" w:hAnsi="Corbel"/>
                <w:sz w:val="24"/>
                <w:szCs w:val="24"/>
              </w:rPr>
              <w:t xml:space="preserve">2. B. Jaworski, </w:t>
            </w:r>
            <w:r w:rsidRPr="00403740">
              <w:rPr>
                <w:rFonts w:ascii="Corbel" w:eastAsia="Cambria" w:hAnsi="Corbel"/>
                <w:i/>
                <w:sz w:val="24"/>
                <w:szCs w:val="24"/>
              </w:rPr>
              <w:t xml:space="preserve">Policja administracyjna, </w:t>
            </w:r>
            <w:r>
              <w:rPr>
                <w:rFonts w:ascii="Corbel" w:eastAsia="Cambria" w:hAnsi="Corbel"/>
                <w:sz w:val="24"/>
                <w:szCs w:val="24"/>
              </w:rPr>
              <w:t>„Dom Organizatora”, Toruń 2019.</w:t>
            </w:r>
            <w:r w:rsidRPr="00403740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510529BD" w14:textId="77777777" w:rsidR="004F4DD0" w:rsidRPr="0053632D" w:rsidRDefault="004F4DD0" w:rsidP="004F4DD0">
            <w:pPr>
              <w:spacing w:after="0" w:line="240" w:lineRule="auto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3. B. Jaworski, 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 xml:space="preserve">Administracja bezpieczeństwa w powiecie, </w:t>
            </w:r>
            <w:r>
              <w:rPr>
                <w:rFonts w:ascii="Corbel" w:eastAsia="Cambria" w:hAnsi="Corbel"/>
                <w:sz w:val="24"/>
                <w:szCs w:val="24"/>
              </w:rPr>
              <w:t>„Dom Organizatora”, Toruń 2020.</w:t>
            </w:r>
          </w:p>
          <w:p w14:paraId="4E1F24C1" w14:textId="77777777" w:rsidR="004F4DD0" w:rsidRPr="00403740" w:rsidRDefault="004F4DD0" w:rsidP="004F4DD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4</w:t>
            </w:r>
            <w:r w:rsidRPr="00403740">
              <w:rPr>
                <w:rFonts w:ascii="Corbel" w:eastAsia="Cambria" w:hAnsi="Corbel"/>
                <w:sz w:val="24"/>
                <w:szCs w:val="24"/>
              </w:rPr>
              <w:t xml:space="preserve">. S. Pieprzny, </w:t>
            </w:r>
            <w:r w:rsidRPr="00403740">
              <w:rPr>
                <w:rFonts w:ascii="Corbel" w:eastAsia="Cambria" w:hAnsi="Corbel"/>
                <w:i/>
                <w:sz w:val="24"/>
                <w:szCs w:val="24"/>
              </w:rPr>
              <w:t>Ochrona bezpieczeństwa i porządku publicznego w prawie administracyjnym</w:t>
            </w:r>
            <w:r>
              <w:rPr>
                <w:rFonts w:ascii="Corbel" w:eastAsia="Cambria" w:hAnsi="Corbel"/>
                <w:sz w:val="24"/>
                <w:szCs w:val="24"/>
              </w:rPr>
              <w:t>, Wyd. UR, Rzeszów 2007.</w:t>
            </w:r>
          </w:p>
          <w:p w14:paraId="1BD1EBF0" w14:textId="77777777" w:rsidR="004F4DD0" w:rsidRPr="00403740" w:rsidRDefault="004F4DD0" w:rsidP="004F4DD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5</w:t>
            </w:r>
            <w:r w:rsidRPr="00403740">
              <w:rPr>
                <w:rFonts w:ascii="Corbel" w:eastAsia="Cambria" w:hAnsi="Corbel"/>
                <w:sz w:val="24"/>
                <w:szCs w:val="24"/>
              </w:rPr>
              <w:t xml:space="preserve">. E. Ura, S. Pieprzny (red.) </w:t>
            </w:r>
            <w:r w:rsidRPr="00403740">
              <w:rPr>
                <w:rFonts w:ascii="Corbel" w:eastAsia="Cambria" w:hAnsi="Corbel"/>
                <w:bCs/>
                <w:iCs/>
                <w:spacing w:val="-16"/>
                <w:sz w:val="24"/>
                <w:szCs w:val="24"/>
              </w:rPr>
              <w:t xml:space="preserve">Służby mundurowe w zapewnieniu bezpieczeństwa wewnętrznego RP, Rzeszów 2010 </w:t>
            </w:r>
            <w:r w:rsidRPr="00403740">
              <w:rPr>
                <w:rFonts w:ascii="Corbel" w:eastAsia="Cambria" w:hAnsi="Corbel"/>
                <w:sz w:val="24"/>
                <w:szCs w:val="24"/>
                <w:lang w:eastAsia="pl-PL"/>
              </w:rPr>
              <w:t>.</w:t>
            </w:r>
          </w:p>
          <w:p w14:paraId="5F551846" w14:textId="77777777" w:rsidR="004F4DD0" w:rsidRPr="00403740" w:rsidRDefault="004F4DD0" w:rsidP="004F4DD0">
            <w:pPr>
              <w:shd w:val="clear" w:color="auto" w:fill="FFFFFF"/>
              <w:spacing w:after="0" w:line="240" w:lineRule="auto"/>
              <w:jc w:val="both"/>
              <w:rPr>
                <w:rFonts w:ascii="Corbel" w:eastAsia="Cambria" w:hAnsi="Corbel"/>
                <w:bCs/>
                <w:iCs/>
                <w:spacing w:val="-16"/>
                <w:sz w:val="24"/>
                <w:szCs w:val="24"/>
              </w:rPr>
            </w:pPr>
            <w:r>
              <w:rPr>
                <w:rFonts w:ascii="Corbel" w:eastAsia="Cambria" w:hAnsi="Corbel"/>
                <w:bCs/>
                <w:iCs/>
                <w:spacing w:val="-16"/>
                <w:sz w:val="24"/>
                <w:szCs w:val="24"/>
              </w:rPr>
              <w:t>6</w:t>
            </w:r>
            <w:r w:rsidRPr="00403740">
              <w:rPr>
                <w:rFonts w:ascii="Corbel" w:eastAsia="Cambria" w:hAnsi="Corbel"/>
                <w:bCs/>
                <w:iCs/>
                <w:spacing w:val="-16"/>
                <w:sz w:val="24"/>
                <w:szCs w:val="24"/>
              </w:rPr>
              <w:t>. S. Pieprzny, Policja. Organizacja i funkcjonowanie, wyd. 3, Wolter Kluwer, 2011 .</w:t>
            </w:r>
          </w:p>
          <w:p w14:paraId="5E911736" w14:textId="77777777" w:rsidR="00A202AB" w:rsidRPr="00EC54CC" w:rsidRDefault="004F4DD0" w:rsidP="004F4DD0">
            <w:pPr>
              <w:shd w:val="clear" w:color="auto" w:fill="FFFFFF"/>
              <w:spacing w:after="0" w:line="240" w:lineRule="auto"/>
              <w:jc w:val="both"/>
              <w:rPr>
                <w:rFonts w:ascii="Corbel" w:eastAsia="Cambria" w:hAnsi="Corbel"/>
                <w:bCs/>
                <w:iCs/>
                <w:spacing w:val="-16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Pr="00403740">
              <w:rPr>
                <w:rFonts w:ascii="Corbel" w:hAnsi="Corbel"/>
                <w:sz w:val="24"/>
                <w:szCs w:val="24"/>
              </w:rPr>
              <w:t xml:space="preserve">. A. Misiuk, </w:t>
            </w:r>
            <w:r w:rsidRPr="00403740">
              <w:rPr>
                <w:rFonts w:ascii="Corbel" w:hAnsi="Corbel"/>
                <w:i/>
                <w:sz w:val="24"/>
                <w:szCs w:val="24"/>
              </w:rPr>
              <w:t>Administracja porządku i bezpieczeństwa publicznego. Zagadnienia prawno-ustrojowe,</w:t>
            </w:r>
            <w:r w:rsidRPr="00403740">
              <w:rPr>
                <w:rFonts w:ascii="Corbel" w:hAnsi="Corbel"/>
                <w:sz w:val="24"/>
                <w:szCs w:val="24"/>
              </w:rPr>
              <w:t xml:space="preserve"> Oficyna Wydawnicza Łośgraf, Warszawa 2011.</w:t>
            </w:r>
          </w:p>
        </w:tc>
      </w:tr>
      <w:tr w:rsidR="0085747A" w:rsidRPr="009C54AE" w14:paraId="4E1B2BA8" w14:textId="77777777" w:rsidTr="0071620A">
        <w:trPr>
          <w:trHeight w:val="397"/>
        </w:trPr>
        <w:tc>
          <w:tcPr>
            <w:tcW w:w="7513" w:type="dxa"/>
          </w:tcPr>
          <w:p w14:paraId="14A2537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268A584" w14:textId="77777777" w:rsidR="00EC54CC" w:rsidRPr="00723C4E" w:rsidRDefault="00EC54CC" w:rsidP="00EC54CC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23C4E">
              <w:rPr>
                <w:rFonts w:ascii="Corbel" w:eastAsia="Cambria" w:hAnsi="Corbel"/>
                <w:sz w:val="24"/>
                <w:szCs w:val="24"/>
              </w:rPr>
              <w:t xml:space="preserve">J. Dobkowski, </w:t>
            </w:r>
            <w:r w:rsidRPr="00723C4E">
              <w:rPr>
                <w:rFonts w:ascii="Corbel" w:eastAsia="Cambria" w:hAnsi="Corbel"/>
                <w:i/>
                <w:sz w:val="24"/>
                <w:szCs w:val="24"/>
              </w:rPr>
              <w:t>Pozycja prawnoustrojowa służb, inspekcji i straży</w:t>
            </w:r>
            <w:r w:rsidR="004F4DD0">
              <w:rPr>
                <w:rFonts w:ascii="Corbel" w:eastAsia="Cambria" w:hAnsi="Corbel"/>
                <w:sz w:val="24"/>
                <w:szCs w:val="24"/>
              </w:rPr>
              <w:t>, Wolters Kluwer 2007</w:t>
            </w:r>
            <w:r w:rsidRPr="00723C4E">
              <w:rPr>
                <w:rFonts w:ascii="Corbel" w:eastAsia="Cambria" w:hAnsi="Corbel"/>
                <w:sz w:val="24"/>
                <w:szCs w:val="24"/>
              </w:rPr>
              <w:t>.</w:t>
            </w:r>
          </w:p>
          <w:p w14:paraId="73A29603" w14:textId="77777777" w:rsidR="00EC54CC" w:rsidRPr="00422F38" w:rsidRDefault="00EC54CC" w:rsidP="00EC54CC">
            <w:pPr>
              <w:pStyle w:val="Akapitzlist"/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2. </w:t>
            </w:r>
            <w:r w:rsidRPr="00422F38">
              <w:rPr>
                <w:rFonts w:ascii="Corbel" w:eastAsia="Cambria" w:hAnsi="Corbel"/>
                <w:sz w:val="24"/>
                <w:szCs w:val="24"/>
              </w:rPr>
              <w:t xml:space="preserve">B. Sprengel, </w:t>
            </w:r>
            <w:r w:rsidRPr="00422F38">
              <w:rPr>
                <w:rFonts w:ascii="Corbel" w:eastAsia="Cambria" w:hAnsi="Corbel"/>
                <w:i/>
                <w:sz w:val="24"/>
                <w:szCs w:val="24"/>
              </w:rPr>
              <w:t>Służby m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 xml:space="preserve">undurowe ochrony bezpieczeństwa </w:t>
            </w:r>
            <w:r w:rsidRPr="00422F38">
              <w:rPr>
                <w:rFonts w:ascii="Corbel" w:eastAsia="Cambria" w:hAnsi="Corbel"/>
                <w:i/>
                <w:sz w:val="24"/>
                <w:szCs w:val="24"/>
              </w:rPr>
              <w:t>wewnętrznego</w:t>
            </w:r>
            <w:r w:rsidR="004F4DD0">
              <w:rPr>
                <w:rFonts w:ascii="Corbel" w:eastAsia="Cambria" w:hAnsi="Corbel"/>
                <w:sz w:val="24"/>
                <w:szCs w:val="24"/>
              </w:rPr>
              <w:t>, Toruń 2008</w:t>
            </w:r>
            <w:r w:rsidRPr="00422F38">
              <w:rPr>
                <w:rFonts w:ascii="Corbel" w:eastAsia="Cambria" w:hAnsi="Corbel"/>
                <w:sz w:val="24"/>
                <w:szCs w:val="24"/>
              </w:rPr>
              <w:t>.</w:t>
            </w:r>
          </w:p>
          <w:p w14:paraId="3F61E1DB" w14:textId="77777777" w:rsidR="00EC54CC" w:rsidRPr="00723C4E" w:rsidRDefault="00EC54CC" w:rsidP="00EC54CC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lastRenderedPageBreak/>
              <w:t>3.</w:t>
            </w:r>
            <w:r w:rsidRPr="00723C4E">
              <w:rPr>
                <w:rFonts w:ascii="Corbel" w:eastAsia="Cambria" w:hAnsi="Corbel"/>
                <w:sz w:val="24"/>
                <w:szCs w:val="24"/>
              </w:rPr>
              <w:t xml:space="preserve">Z. Nowakowski, H. Szafran, R. Szafran, </w:t>
            </w:r>
            <w:r w:rsidRPr="00723C4E">
              <w:rPr>
                <w:rFonts w:ascii="Corbel" w:eastAsia="Cambria" w:hAnsi="Corbel"/>
                <w:i/>
                <w:sz w:val="24"/>
                <w:szCs w:val="24"/>
              </w:rPr>
              <w:t>Bezpieczeństwo XXI wieku</w:t>
            </w:r>
            <w:r w:rsidR="004F4DD0">
              <w:rPr>
                <w:rFonts w:ascii="Corbel" w:eastAsia="Cambria" w:hAnsi="Corbel"/>
                <w:sz w:val="24"/>
                <w:szCs w:val="24"/>
              </w:rPr>
              <w:t>, Rzeszów 2009</w:t>
            </w:r>
            <w:r w:rsidRPr="00723C4E">
              <w:rPr>
                <w:rFonts w:ascii="Corbel" w:eastAsia="Cambria" w:hAnsi="Corbel"/>
                <w:sz w:val="24"/>
                <w:szCs w:val="24"/>
              </w:rPr>
              <w:t>.</w:t>
            </w:r>
          </w:p>
          <w:p w14:paraId="292276A3" w14:textId="77777777" w:rsidR="00EC54CC" w:rsidRPr="00422F38" w:rsidRDefault="00EC54CC" w:rsidP="00EC54CC">
            <w:pPr>
              <w:pStyle w:val="Akapitzlist"/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4. </w:t>
            </w:r>
            <w:r w:rsidRPr="00422F38">
              <w:rPr>
                <w:rFonts w:ascii="Corbel" w:eastAsia="Cambria" w:hAnsi="Corbel"/>
                <w:sz w:val="24"/>
                <w:szCs w:val="24"/>
              </w:rPr>
              <w:t xml:space="preserve">A. Chajbowicz, T. Kocowski (red.) </w:t>
            </w:r>
            <w:r w:rsidRPr="00422F38">
              <w:rPr>
                <w:rFonts w:ascii="Corbel" w:eastAsia="Cambria" w:hAnsi="Corbel"/>
                <w:i/>
                <w:sz w:val="24"/>
                <w:szCs w:val="24"/>
              </w:rPr>
              <w:t xml:space="preserve">Bezpieczeństwo wewnętrzne </w:t>
            </w:r>
            <w:r w:rsidRPr="00422F38">
              <w:rPr>
                <w:rFonts w:ascii="Corbel" w:eastAsia="Cambria" w:hAnsi="Corbel"/>
                <w:i/>
                <w:sz w:val="24"/>
                <w:szCs w:val="24"/>
              </w:rPr>
              <w:br/>
              <w:t xml:space="preserve">w działaniach terenowej administracji publicznej, </w:t>
            </w:r>
            <w:r w:rsidR="004F4DD0">
              <w:rPr>
                <w:rFonts w:ascii="Corbel" w:eastAsia="Cambria" w:hAnsi="Corbel"/>
                <w:sz w:val="24"/>
                <w:szCs w:val="24"/>
              </w:rPr>
              <w:t>Kolonia Limited 2009</w:t>
            </w:r>
            <w:r w:rsidRPr="00422F38">
              <w:rPr>
                <w:rFonts w:ascii="Corbel" w:eastAsia="Cambria" w:hAnsi="Corbel"/>
                <w:sz w:val="24"/>
                <w:szCs w:val="24"/>
              </w:rPr>
              <w:t xml:space="preserve">. </w:t>
            </w:r>
          </w:p>
          <w:p w14:paraId="2A2E0A28" w14:textId="77777777" w:rsidR="00EC54CC" w:rsidRPr="00723C4E" w:rsidRDefault="00EC54CC" w:rsidP="00EC54CC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5. E. Ura</w:t>
            </w:r>
            <w:r w:rsidRPr="00723C4E">
              <w:rPr>
                <w:rFonts w:ascii="Corbel" w:eastAsia="Cambria" w:hAnsi="Corbel"/>
                <w:sz w:val="24"/>
                <w:szCs w:val="24"/>
              </w:rPr>
              <w:t>, K. Rajchel, M. Pomykał</w:t>
            </w:r>
            <w:r>
              <w:rPr>
                <w:rFonts w:ascii="Corbel" w:eastAsia="Cambria" w:hAnsi="Corbel"/>
                <w:sz w:val="24"/>
                <w:szCs w:val="24"/>
              </w:rPr>
              <w:t>a</w:t>
            </w:r>
            <w:r w:rsidRPr="00723C4E">
              <w:rPr>
                <w:rFonts w:ascii="Corbel" w:eastAsia="Cambria" w:hAnsi="Corbel"/>
                <w:sz w:val="24"/>
                <w:szCs w:val="24"/>
              </w:rPr>
              <w:t>, S. Pieprzn</w:t>
            </w:r>
            <w:r>
              <w:rPr>
                <w:rFonts w:ascii="Corbel" w:eastAsia="Cambria" w:hAnsi="Corbel"/>
                <w:sz w:val="24"/>
                <w:szCs w:val="24"/>
              </w:rPr>
              <w:t>y (red.),</w:t>
            </w:r>
            <w:r w:rsidRPr="00723C4E">
              <w:rPr>
                <w:rFonts w:ascii="Corbel" w:eastAsia="Cambria" w:hAnsi="Corbel"/>
                <w:i/>
                <w:sz w:val="24"/>
                <w:szCs w:val="24"/>
              </w:rPr>
              <w:t xml:space="preserve"> Bezpieczeństwo wewnętrzne we współczesnym państwie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4F4DD0">
              <w:rPr>
                <w:rFonts w:ascii="Corbel" w:eastAsia="Cambria" w:hAnsi="Corbel"/>
                <w:sz w:val="24"/>
                <w:szCs w:val="24"/>
              </w:rPr>
              <w:t>Rzeszów 2008</w:t>
            </w:r>
            <w:r w:rsidRPr="00723C4E">
              <w:rPr>
                <w:rFonts w:ascii="Corbel" w:eastAsia="Cambria" w:hAnsi="Corbel"/>
                <w:sz w:val="24"/>
                <w:szCs w:val="24"/>
              </w:rPr>
              <w:t>.</w:t>
            </w:r>
          </w:p>
          <w:p w14:paraId="43486A30" w14:textId="77777777" w:rsidR="00EC54CC" w:rsidRPr="00422F38" w:rsidRDefault="00EC54CC" w:rsidP="00EC54CC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i/>
                <w:sz w:val="24"/>
                <w:szCs w:val="24"/>
              </w:rPr>
              <w:t xml:space="preserve">6. </w:t>
            </w:r>
            <w:r w:rsidRPr="00422F38">
              <w:rPr>
                <w:rFonts w:ascii="Corbel" w:eastAsia="Cambria" w:hAnsi="Corbel"/>
                <w:sz w:val="24"/>
                <w:szCs w:val="24"/>
              </w:rPr>
              <w:t>E. Ura (red.),</w:t>
            </w:r>
            <w:r w:rsidRPr="00422F38">
              <w:rPr>
                <w:rFonts w:ascii="Corbel" w:eastAsia="Cambria" w:hAnsi="Corbel"/>
                <w:i/>
                <w:sz w:val="24"/>
                <w:szCs w:val="24"/>
              </w:rPr>
              <w:t xml:space="preserve"> </w:t>
            </w:r>
            <w:r w:rsidRPr="00422F38">
              <w:rPr>
                <w:rFonts w:ascii="Corbel" w:eastAsia="Cambria" w:hAnsi="Corbel"/>
                <w:sz w:val="24"/>
                <w:szCs w:val="24"/>
              </w:rPr>
              <w:t xml:space="preserve">Bezpieczeństwo i porządek publiczny. Historia, </w:t>
            </w:r>
            <w:r w:rsidR="004F4DD0">
              <w:rPr>
                <w:rFonts w:ascii="Corbel" w:eastAsia="Cambria" w:hAnsi="Corbel"/>
                <w:sz w:val="24"/>
                <w:szCs w:val="24"/>
              </w:rPr>
              <w:t>teoria, praktyka, Rzeszów 2003</w:t>
            </w:r>
            <w:r w:rsidRPr="00422F38">
              <w:rPr>
                <w:rFonts w:ascii="Corbel" w:eastAsia="Cambria" w:hAnsi="Corbel"/>
                <w:sz w:val="24"/>
                <w:szCs w:val="24"/>
              </w:rPr>
              <w:t>.</w:t>
            </w:r>
          </w:p>
          <w:p w14:paraId="4C1E7C1E" w14:textId="77777777" w:rsidR="00EC54CC" w:rsidRPr="00723C4E" w:rsidRDefault="00EC54CC" w:rsidP="00EC54CC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7. J. Kisielnicki, A. Letkiewicz, K. Rajchel, E. Ura (red.), </w:t>
            </w:r>
            <w:r w:rsidRPr="00723C4E">
              <w:rPr>
                <w:rFonts w:ascii="Corbel" w:eastAsia="Cambria" w:hAnsi="Corbel"/>
                <w:i/>
                <w:sz w:val="24"/>
                <w:szCs w:val="24"/>
              </w:rPr>
              <w:t>Zarządzanie kryzysowe w administracji publicznej</w:t>
            </w:r>
            <w:r w:rsidR="004F4DD0">
              <w:rPr>
                <w:rFonts w:ascii="Corbel" w:eastAsia="Cambria" w:hAnsi="Corbel"/>
                <w:sz w:val="24"/>
                <w:szCs w:val="24"/>
              </w:rPr>
              <w:t>, Warszawa 2010</w:t>
            </w:r>
            <w:r w:rsidRPr="00723C4E">
              <w:rPr>
                <w:rFonts w:ascii="Corbel" w:eastAsia="Cambria" w:hAnsi="Corbel"/>
                <w:sz w:val="24"/>
                <w:szCs w:val="24"/>
                <w:lang w:eastAsia="pl-PL"/>
              </w:rPr>
              <w:t>.</w:t>
            </w:r>
          </w:p>
          <w:p w14:paraId="488C6C15" w14:textId="77777777" w:rsidR="0008575C" w:rsidRPr="0008575C" w:rsidRDefault="00EC54CC" w:rsidP="00EC54CC">
            <w:pPr>
              <w:shd w:val="clear" w:color="auto" w:fill="FFFFFF"/>
              <w:spacing w:after="0" w:line="240" w:lineRule="auto"/>
              <w:jc w:val="both"/>
              <w:rPr>
                <w:rFonts w:eastAsia="Cambria"/>
                <w:bCs/>
                <w:iCs/>
                <w:color w:val="000000"/>
                <w:spacing w:val="-16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8. E. Ura, S. Pieprzny (red.), </w:t>
            </w:r>
            <w:r w:rsidRPr="00723C4E">
              <w:rPr>
                <w:rFonts w:ascii="Corbel" w:eastAsia="Cambria" w:hAnsi="Corbel"/>
                <w:sz w:val="24"/>
                <w:szCs w:val="24"/>
              </w:rPr>
              <w:t>Bezpieczeństwo wewnętrzne państwa, Rzeszów 2015.</w:t>
            </w:r>
          </w:p>
        </w:tc>
      </w:tr>
    </w:tbl>
    <w:p w14:paraId="0366B78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9C8F2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D0A2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772E8" w14:textId="77777777" w:rsidR="00E3442D" w:rsidRDefault="00E3442D" w:rsidP="00C16ABF">
      <w:pPr>
        <w:spacing w:after="0" w:line="240" w:lineRule="auto"/>
      </w:pPr>
      <w:r>
        <w:separator/>
      </w:r>
    </w:p>
  </w:endnote>
  <w:endnote w:type="continuationSeparator" w:id="0">
    <w:p w14:paraId="284DE8A7" w14:textId="77777777" w:rsidR="00E3442D" w:rsidRDefault="00E344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72721" w14:textId="77777777" w:rsidR="00E3442D" w:rsidRDefault="00E3442D" w:rsidP="00C16ABF">
      <w:pPr>
        <w:spacing w:after="0" w:line="240" w:lineRule="auto"/>
      </w:pPr>
      <w:r>
        <w:separator/>
      </w:r>
    </w:p>
  </w:footnote>
  <w:footnote w:type="continuationSeparator" w:id="0">
    <w:p w14:paraId="226BC71C" w14:textId="77777777" w:rsidR="00E3442D" w:rsidRDefault="00E3442D" w:rsidP="00C16ABF">
      <w:pPr>
        <w:spacing w:after="0" w:line="240" w:lineRule="auto"/>
      </w:pPr>
      <w:r>
        <w:continuationSeparator/>
      </w:r>
    </w:p>
  </w:footnote>
  <w:footnote w:id="1">
    <w:p w14:paraId="4CE45A1B" w14:textId="77777777" w:rsidR="0074446B" w:rsidRDefault="0074446B" w:rsidP="0074446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CA20A4"/>
    <w:multiLevelType w:val="hybridMultilevel"/>
    <w:tmpl w:val="EF589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525B1D"/>
    <w:multiLevelType w:val="hybridMultilevel"/>
    <w:tmpl w:val="515825FC"/>
    <w:lvl w:ilvl="0" w:tplc="0415000F">
      <w:start w:val="1"/>
      <w:numFmt w:val="decimal"/>
      <w:lvlText w:val="%1."/>
      <w:lvlJc w:val="left"/>
      <w:pPr>
        <w:ind w:left="734" w:hanging="360"/>
      </w:p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3" w15:restartNumberingAfterBreak="0">
    <w:nsid w:val="638E1948"/>
    <w:multiLevelType w:val="hybridMultilevel"/>
    <w:tmpl w:val="DCA2B36A"/>
    <w:lvl w:ilvl="0" w:tplc="72D84D8A">
      <w:start w:val="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1332806">
    <w:abstractNumId w:val="0"/>
  </w:num>
  <w:num w:numId="2" w16cid:durableId="985011502">
    <w:abstractNumId w:val="2"/>
  </w:num>
  <w:num w:numId="3" w16cid:durableId="218397547">
    <w:abstractNumId w:val="1"/>
  </w:num>
  <w:num w:numId="4" w16cid:durableId="78657881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49DD"/>
    <w:rsid w:val="0003591F"/>
    <w:rsid w:val="00042A51"/>
    <w:rsid w:val="00042D2E"/>
    <w:rsid w:val="00044C82"/>
    <w:rsid w:val="00065A39"/>
    <w:rsid w:val="00070ED6"/>
    <w:rsid w:val="000742DC"/>
    <w:rsid w:val="00084C12"/>
    <w:rsid w:val="0008575C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1CF9"/>
    <w:rsid w:val="001F2CA2"/>
    <w:rsid w:val="002144C0"/>
    <w:rsid w:val="0022477D"/>
    <w:rsid w:val="002278A9"/>
    <w:rsid w:val="002336F9"/>
    <w:rsid w:val="0024028F"/>
    <w:rsid w:val="00244ABC"/>
    <w:rsid w:val="002779E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9A4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DD0"/>
    <w:rsid w:val="004F55A3"/>
    <w:rsid w:val="0050496F"/>
    <w:rsid w:val="00513B6F"/>
    <w:rsid w:val="00517C63"/>
    <w:rsid w:val="00521E74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C7E8D"/>
    <w:rsid w:val="005D5E92"/>
    <w:rsid w:val="005E6E85"/>
    <w:rsid w:val="005F0CF5"/>
    <w:rsid w:val="005F31D2"/>
    <w:rsid w:val="0061029B"/>
    <w:rsid w:val="00617230"/>
    <w:rsid w:val="00621CE1"/>
    <w:rsid w:val="00627D21"/>
    <w:rsid w:val="00627FC9"/>
    <w:rsid w:val="00647BB6"/>
    <w:rsid w:val="00647FA8"/>
    <w:rsid w:val="00650C5F"/>
    <w:rsid w:val="00654934"/>
    <w:rsid w:val="006620D9"/>
    <w:rsid w:val="00671958"/>
    <w:rsid w:val="00675843"/>
    <w:rsid w:val="0069269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0CD0"/>
    <w:rsid w:val="0071620A"/>
    <w:rsid w:val="00724677"/>
    <w:rsid w:val="00725459"/>
    <w:rsid w:val="007327BD"/>
    <w:rsid w:val="00734608"/>
    <w:rsid w:val="0074446B"/>
    <w:rsid w:val="00745302"/>
    <w:rsid w:val="007461D6"/>
    <w:rsid w:val="00746EC8"/>
    <w:rsid w:val="00763BF1"/>
    <w:rsid w:val="00766FD4"/>
    <w:rsid w:val="0077762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18DA"/>
    <w:rsid w:val="008449B3"/>
    <w:rsid w:val="00855532"/>
    <w:rsid w:val="0085747A"/>
    <w:rsid w:val="00884922"/>
    <w:rsid w:val="00885F64"/>
    <w:rsid w:val="008917F9"/>
    <w:rsid w:val="008A45F7"/>
    <w:rsid w:val="008C0CC0"/>
    <w:rsid w:val="008C19A9"/>
    <w:rsid w:val="008C1ECD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4AEF"/>
    <w:rsid w:val="009C54AE"/>
    <w:rsid w:val="009C788E"/>
    <w:rsid w:val="009E3B41"/>
    <w:rsid w:val="009F3C5C"/>
    <w:rsid w:val="009F4610"/>
    <w:rsid w:val="00A00ECC"/>
    <w:rsid w:val="00A155EE"/>
    <w:rsid w:val="00A202AB"/>
    <w:rsid w:val="00A2245B"/>
    <w:rsid w:val="00A30110"/>
    <w:rsid w:val="00A33847"/>
    <w:rsid w:val="00A3685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3CB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5E0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11AF"/>
    <w:rsid w:val="00C94B98"/>
    <w:rsid w:val="00CA2B96"/>
    <w:rsid w:val="00CA5089"/>
    <w:rsid w:val="00CD6897"/>
    <w:rsid w:val="00CE0433"/>
    <w:rsid w:val="00CE5BAC"/>
    <w:rsid w:val="00CF25BE"/>
    <w:rsid w:val="00CF78ED"/>
    <w:rsid w:val="00D02588"/>
    <w:rsid w:val="00D02B25"/>
    <w:rsid w:val="00D02EBA"/>
    <w:rsid w:val="00D06400"/>
    <w:rsid w:val="00D11058"/>
    <w:rsid w:val="00D17C3C"/>
    <w:rsid w:val="00D238D2"/>
    <w:rsid w:val="00D26B2C"/>
    <w:rsid w:val="00D352C9"/>
    <w:rsid w:val="00D425B2"/>
    <w:rsid w:val="00D428D6"/>
    <w:rsid w:val="00D552B2"/>
    <w:rsid w:val="00D554DF"/>
    <w:rsid w:val="00D608D1"/>
    <w:rsid w:val="00D74119"/>
    <w:rsid w:val="00D8075B"/>
    <w:rsid w:val="00D8678B"/>
    <w:rsid w:val="00D95104"/>
    <w:rsid w:val="00DA2114"/>
    <w:rsid w:val="00DA27A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42D"/>
    <w:rsid w:val="00E51E44"/>
    <w:rsid w:val="00E63348"/>
    <w:rsid w:val="00E77E88"/>
    <w:rsid w:val="00E80FAD"/>
    <w:rsid w:val="00E8107D"/>
    <w:rsid w:val="00E960BB"/>
    <w:rsid w:val="00EA2074"/>
    <w:rsid w:val="00EA4832"/>
    <w:rsid w:val="00EA4E9D"/>
    <w:rsid w:val="00EB33FE"/>
    <w:rsid w:val="00EC4899"/>
    <w:rsid w:val="00EC54CC"/>
    <w:rsid w:val="00ED03AB"/>
    <w:rsid w:val="00ED32D2"/>
    <w:rsid w:val="00EE32DE"/>
    <w:rsid w:val="00EE5457"/>
    <w:rsid w:val="00EF7C6D"/>
    <w:rsid w:val="00F070AB"/>
    <w:rsid w:val="00F17567"/>
    <w:rsid w:val="00F27A7B"/>
    <w:rsid w:val="00F33044"/>
    <w:rsid w:val="00F4541C"/>
    <w:rsid w:val="00F526AF"/>
    <w:rsid w:val="00F617C3"/>
    <w:rsid w:val="00F63E3B"/>
    <w:rsid w:val="00F7066B"/>
    <w:rsid w:val="00F83B28"/>
    <w:rsid w:val="00F96842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0A8CC"/>
  <w15:docId w15:val="{37A0D7BA-F070-4322-8178-A5811BA31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92C94-FB67-4B9E-ABF4-6E20C394D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1231</Words>
  <Characters>7391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6</cp:revision>
  <cp:lastPrinted>2019-02-06T12:12:00Z</cp:lastPrinted>
  <dcterms:created xsi:type="dcterms:W3CDTF">2020-10-23T12:56:00Z</dcterms:created>
  <dcterms:modified xsi:type="dcterms:W3CDTF">2023-10-27T10:47:00Z</dcterms:modified>
</cp:coreProperties>
</file>